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E0" w:rsidRPr="00BB713D" w:rsidRDefault="007D5B71" w:rsidP="00C767E0">
      <w:pPr>
        <w:tabs>
          <w:tab w:val="left" w:pos="1875"/>
        </w:tabs>
        <w:jc w:val="both"/>
        <w:rPr>
          <w:rFonts w:asciiTheme="minorHAnsi" w:hAnsiTheme="minorHAnsi"/>
        </w:rPr>
      </w:pPr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3B61C955" wp14:editId="31758371">
            <wp:simplePos x="0" y="0"/>
            <wp:positionH relativeFrom="column">
              <wp:posOffset>1104900</wp:posOffset>
            </wp:positionH>
            <wp:positionV relativeFrom="paragraph">
              <wp:posOffset>130810</wp:posOffset>
            </wp:positionV>
            <wp:extent cx="1409700" cy="714375"/>
            <wp:effectExtent l="0" t="0" r="0" b="9525"/>
            <wp:wrapTight wrapText="bothSides">
              <wp:wrapPolygon edited="0">
                <wp:start x="3211" y="0"/>
                <wp:lineTo x="0" y="2880"/>
                <wp:lineTo x="0" y="14400"/>
                <wp:lineTo x="876" y="19008"/>
                <wp:lineTo x="3795" y="21312"/>
                <wp:lineTo x="4378" y="21312"/>
                <wp:lineTo x="6130" y="21312"/>
                <wp:lineTo x="20141" y="19584"/>
                <wp:lineTo x="19849" y="18432"/>
                <wp:lineTo x="21308" y="14400"/>
                <wp:lineTo x="21308" y="576"/>
                <wp:lineTo x="7297" y="0"/>
                <wp:lineTo x="3211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53C637CD" wp14:editId="76579879">
            <wp:simplePos x="0" y="0"/>
            <wp:positionH relativeFrom="column">
              <wp:posOffset>-236220</wp:posOffset>
            </wp:positionH>
            <wp:positionV relativeFrom="paragraph">
              <wp:posOffset>-12065</wp:posOffset>
            </wp:positionV>
            <wp:extent cx="895350" cy="878205"/>
            <wp:effectExtent l="0" t="0" r="0" b="0"/>
            <wp:wrapTight wrapText="bothSides">
              <wp:wrapPolygon edited="0">
                <wp:start x="5974" y="0"/>
                <wp:lineTo x="0" y="3748"/>
                <wp:lineTo x="0" y="15931"/>
                <wp:lineTo x="5974" y="21085"/>
                <wp:lineTo x="7353" y="21085"/>
                <wp:lineTo x="14706" y="21085"/>
                <wp:lineTo x="15626" y="21085"/>
                <wp:lineTo x="21140" y="15931"/>
                <wp:lineTo x="21140" y="1874"/>
                <wp:lineTo x="12409" y="0"/>
                <wp:lineTo x="5974" y="0"/>
              </wp:wrapPolygon>
            </wp:wrapTight>
            <wp:docPr id="2" name="Picture 2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13D">
        <w:rPr>
          <w:rFonts w:asciiTheme="minorHAnsi" w:hAnsi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815478" wp14:editId="11923279">
                <wp:simplePos x="0" y="0"/>
                <wp:positionH relativeFrom="column">
                  <wp:posOffset>2667000</wp:posOffset>
                </wp:positionH>
                <wp:positionV relativeFrom="paragraph">
                  <wp:posOffset>-12065</wp:posOffset>
                </wp:positionV>
                <wp:extent cx="2460625" cy="1057275"/>
                <wp:effectExtent l="0" t="0" r="15875" b="28575"/>
                <wp:wrapTight wrapText="bothSides">
                  <wp:wrapPolygon edited="0">
                    <wp:start x="0" y="0"/>
                    <wp:lineTo x="0" y="21795"/>
                    <wp:lineTo x="21572" y="21795"/>
                    <wp:lineTo x="21572" y="0"/>
                    <wp:lineTo x="0" y="0"/>
                  </wp:wrapPolygon>
                </wp:wrapTight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6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515" w:rsidRPr="00C767E0" w:rsidRDefault="00F01515" w:rsidP="00C767E0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>Forrest Primary School</w:t>
                            </w:r>
                          </w:p>
                          <w:p w:rsidR="00F01515" w:rsidRPr="00C767E0" w:rsidRDefault="00F01515" w:rsidP="00C767E0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>9 Hobart Avenue, FORREST ACT 2603</w:t>
                            </w:r>
                          </w:p>
                          <w:p w:rsidR="00F01515" w:rsidRPr="00C767E0" w:rsidRDefault="00F01515" w:rsidP="00C767E0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Phone 02 </w:t>
                            </w:r>
                            <w:r w:rsidR="0099015F">
                              <w:rPr>
                                <w:rFonts w:asciiTheme="minorHAnsi" w:hAnsiTheme="minorHAnsi"/>
                              </w:rPr>
                              <w:t xml:space="preserve">6142 1470 </w:t>
                            </w:r>
                          </w:p>
                          <w:p w:rsidR="00F01515" w:rsidRPr="00C767E0" w:rsidRDefault="00F01515" w:rsidP="00C767E0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Website: </w:t>
                            </w:r>
                            <w:hyperlink r:id="rId9" w:history="1">
                              <w:r w:rsidRPr="00C767E0">
                                <w:rPr>
                                  <w:rStyle w:val="Hyperlink"/>
                                  <w:rFonts w:asciiTheme="minorHAnsi" w:hAnsiTheme="minorHAnsi"/>
                                </w:rPr>
                                <w:t>www.forrestps.act.edu.au</w:t>
                              </w:r>
                            </w:hyperlink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:rsidR="00F01515" w:rsidRPr="00C767E0" w:rsidRDefault="00F01515" w:rsidP="00C767E0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E-mail: </w:t>
                            </w:r>
                            <w:hyperlink r:id="rId10" w:history="1">
                              <w:r w:rsidRPr="00C767E0">
                                <w:rPr>
                                  <w:rStyle w:val="Hyperlink"/>
                                  <w:rFonts w:asciiTheme="minorHAnsi" w:hAnsiTheme="minorHAnsi"/>
                                </w:rPr>
                                <w:t>info@forrestps.act.edu.au</w:t>
                              </w:r>
                            </w:hyperlink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:rsidR="00F01515" w:rsidRPr="00017AF7" w:rsidRDefault="00F01515" w:rsidP="00C767E0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10pt;margin-top:-.95pt;width:193.75pt;height:83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" strokecolor="white">
                <v:textbox>
                  <w:txbxContent>
                    <w:p w:rsidR="00F01515" w:rsidRPr="00C767E0" w:rsidRDefault="00F01515" w:rsidP="00C767E0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>Forrest Primary School</w:t>
                      </w:r>
                    </w:p>
                    <w:p w:rsidR="00F01515" w:rsidRPr="00C767E0" w:rsidRDefault="00F01515" w:rsidP="00C767E0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>9 Hobart Avenue, FORREST ACT 2603</w:t>
                      </w:r>
                    </w:p>
                    <w:p w:rsidR="00F01515" w:rsidRPr="00C767E0" w:rsidRDefault="00F01515" w:rsidP="00C767E0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 xml:space="preserve">Phone 02 </w:t>
                      </w:r>
                      <w:r w:rsidR="0099015F">
                        <w:rPr>
                          <w:rFonts w:asciiTheme="minorHAnsi" w:hAnsiTheme="minorHAnsi"/>
                        </w:rPr>
                        <w:t xml:space="preserve">6142 1470 </w:t>
                      </w:r>
                    </w:p>
                    <w:p w:rsidR="00F01515" w:rsidRPr="00C767E0" w:rsidRDefault="00F01515" w:rsidP="00C767E0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 xml:space="preserve">Website: </w:t>
                      </w:r>
                      <w:hyperlink r:id="rId11" w:history="1">
                        <w:r w:rsidRPr="00C767E0">
                          <w:rPr>
                            <w:rStyle w:val="Hyperlink"/>
                            <w:rFonts w:asciiTheme="minorHAnsi" w:hAnsiTheme="minorHAnsi"/>
                          </w:rPr>
                          <w:t>www.forrestps.act.edu.au</w:t>
                        </w:r>
                      </w:hyperlink>
                      <w:r w:rsidRPr="00C767E0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:rsidR="00F01515" w:rsidRPr="00C767E0" w:rsidRDefault="00F01515" w:rsidP="00C767E0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 xml:space="preserve">E-mail: </w:t>
                      </w:r>
                      <w:hyperlink r:id="rId12" w:history="1">
                        <w:r w:rsidRPr="00C767E0">
                          <w:rPr>
                            <w:rStyle w:val="Hyperlink"/>
                            <w:rFonts w:asciiTheme="minorHAnsi" w:hAnsiTheme="minorHAnsi"/>
                          </w:rPr>
                          <w:t>info@forrestps.act.edu.au</w:t>
                        </w:r>
                      </w:hyperlink>
                      <w:r w:rsidRPr="00C767E0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:rsidR="00F01515" w:rsidRPr="00017AF7" w:rsidRDefault="00F01515" w:rsidP="00C767E0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4384" behindDoc="1" locked="0" layoutInCell="1" allowOverlap="1" wp14:anchorId="30A70C3F" wp14:editId="138DA0E2">
            <wp:simplePos x="0" y="0"/>
            <wp:positionH relativeFrom="column">
              <wp:posOffset>5361940</wp:posOffset>
            </wp:positionH>
            <wp:positionV relativeFrom="paragraph">
              <wp:posOffset>73660</wp:posOffset>
            </wp:positionV>
            <wp:extent cx="723265" cy="770255"/>
            <wp:effectExtent l="0" t="0" r="635" b="0"/>
            <wp:wrapTight wrapText="bothSides">
              <wp:wrapPolygon edited="0">
                <wp:start x="0" y="0"/>
                <wp:lineTo x="0" y="20834"/>
                <wp:lineTo x="21050" y="20834"/>
                <wp:lineTo x="21050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7E0" w:rsidRPr="00BB713D">
        <w:rPr>
          <w:rFonts w:asciiTheme="minorHAnsi" w:hAnsi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B806E" wp14:editId="7E1AB727">
                <wp:simplePos x="0" y="0"/>
                <wp:positionH relativeFrom="column">
                  <wp:posOffset>5334000</wp:posOffset>
                </wp:positionH>
                <wp:positionV relativeFrom="paragraph">
                  <wp:posOffset>133985</wp:posOffset>
                </wp:positionV>
                <wp:extent cx="914400" cy="914400"/>
                <wp:effectExtent l="6350" t="12700" r="1270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515" w:rsidRDefault="00F01515" w:rsidP="00C7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420pt;margin-top:10.5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" strokecolor="white">
                <v:textbox>
                  <w:txbxContent>
                    <w:p w:rsidR="00F01515" w:rsidRDefault="00F01515" w:rsidP="00C767E0"/>
                  </w:txbxContent>
                </v:textbox>
              </v:shape>
            </w:pict>
          </mc:Fallback>
        </mc:AlternateContent>
      </w:r>
      <w:r w:rsidR="00C767E0">
        <w:rPr>
          <w:rFonts w:asciiTheme="minorHAnsi" w:hAnsiTheme="minorHAnsi"/>
        </w:rPr>
        <w:tab/>
      </w:r>
    </w:p>
    <w:p w:rsidR="00C767E0" w:rsidRDefault="007D5B71">
      <w:r>
        <w:t xml:space="preserve">    </w:t>
      </w:r>
    </w:p>
    <w:p w:rsidR="00C767E0" w:rsidRDefault="00C767E0"/>
    <w:p w:rsidR="00C767E0" w:rsidRDefault="00C767E0"/>
    <w:p w:rsidR="00C767E0" w:rsidRDefault="00C767E0"/>
    <w:p w:rsidR="00C767E0" w:rsidRDefault="00C767E0"/>
    <w:p w:rsidR="009E3957" w:rsidRDefault="009E3957" w:rsidP="009E3957">
      <w:pPr>
        <w:contextualSpacing w:val="0"/>
        <w:rPr>
          <w:rFonts w:cs="Times New Roman"/>
          <w:sz w:val="20"/>
          <w:szCs w:val="20"/>
        </w:rPr>
      </w:pPr>
      <w:bookmarkStart w:id="0" w:name="_GoBack"/>
      <w:bookmarkEnd w:id="0"/>
    </w:p>
    <w:p w:rsidR="001D398E" w:rsidRDefault="001D398E" w:rsidP="0044496A"/>
    <w:p w:rsidR="000B1F03" w:rsidRPr="009B5AED" w:rsidRDefault="000B1F03" w:rsidP="000B1F03">
      <w:pPr>
        <w:tabs>
          <w:tab w:val="left" w:pos="1900"/>
        </w:tabs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="Verdana" w:hAnsi="Verdana"/>
          <w:sz w:val="24"/>
          <w:szCs w:val="24"/>
        </w:rPr>
        <w:tab/>
      </w:r>
      <w:r w:rsidRPr="009B5AED">
        <w:rPr>
          <w:rFonts w:asciiTheme="minorHAnsi" w:hAnsiTheme="minorHAnsi"/>
          <w:sz w:val="24"/>
          <w:szCs w:val="24"/>
        </w:rPr>
        <w:t>9 March, 2018</w:t>
      </w:r>
    </w:p>
    <w:p w:rsidR="000B1F03" w:rsidRPr="009B5AED" w:rsidRDefault="000B1F03" w:rsidP="000B1F03">
      <w:pPr>
        <w:tabs>
          <w:tab w:val="left" w:pos="1900"/>
        </w:tabs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Dear Parents and Carers</w:t>
      </w: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pStyle w:val="Caption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International Competitions &amp; Assessments for Schools</w:t>
      </w: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Students in Years 3–6 are eligible to enter the International Competitions &amp; Assessments for Schools in Science, Mathematics, Spelling, Writing, English and Computer Skills. These competitions are prepared and marked by the Competition organisers.  The school provides the time and a venue for the tests and a teacher to supervise the students participating in the tests.  Each participating student receives a certificate indicating their level of achievement in comparison to other students participating.  All competitions will be held during class time at school.</w:t>
      </w:r>
    </w:p>
    <w:p w:rsidR="000B1F03" w:rsidRPr="009B5AED" w:rsidRDefault="000B1F03" w:rsidP="000B1F03">
      <w:pPr>
        <w:jc w:val="both"/>
        <w:rPr>
          <w:rFonts w:ascii="Verdana" w:hAnsi="Verdana"/>
          <w:sz w:val="24"/>
          <w:szCs w:val="24"/>
        </w:rPr>
      </w:pPr>
    </w:p>
    <w:p w:rsidR="000B1F03" w:rsidRPr="009B5AED" w:rsidRDefault="000B1F03" w:rsidP="000B1F03">
      <w:pPr>
        <w:numPr>
          <w:ilvl w:val="0"/>
          <w:numId w:val="10"/>
        </w:numPr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 xml:space="preserve">The </w:t>
      </w:r>
      <w:r w:rsidRPr="009B5AED">
        <w:rPr>
          <w:rFonts w:asciiTheme="minorHAnsi" w:hAnsiTheme="minorHAnsi"/>
          <w:b/>
          <w:sz w:val="24"/>
          <w:szCs w:val="24"/>
        </w:rPr>
        <w:t>Computer</w:t>
      </w:r>
      <w:r w:rsidRPr="009B5AED">
        <w:rPr>
          <w:rFonts w:asciiTheme="minorHAnsi" w:hAnsiTheme="minorHAnsi"/>
          <w:sz w:val="24"/>
          <w:szCs w:val="24"/>
        </w:rPr>
        <w:t xml:space="preserve"> competition will be held at school on Tuesday, 8 May 2018.</w:t>
      </w:r>
    </w:p>
    <w:p w:rsidR="000B1F03" w:rsidRPr="009B5AED" w:rsidRDefault="000B1F03" w:rsidP="000B1F03">
      <w:pPr>
        <w:numPr>
          <w:ilvl w:val="0"/>
          <w:numId w:val="10"/>
        </w:numPr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The</w:t>
      </w:r>
      <w:r w:rsidRPr="009B5AED">
        <w:rPr>
          <w:rFonts w:asciiTheme="minorHAnsi" w:hAnsiTheme="minorHAnsi"/>
          <w:b/>
          <w:bCs/>
          <w:sz w:val="24"/>
          <w:szCs w:val="24"/>
        </w:rPr>
        <w:t xml:space="preserve"> Science </w:t>
      </w:r>
      <w:r w:rsidRPr="009B5AED">
        <w:rPr>
          <w:rFonts w:asciiTheme="minorHAnsi" w:hAnsiTheme="minorHAnsi"/>
          <w:sz w:val="24"/>
          <w:szCs w:val="24"/>
        </w:rPr>
        <w:t>competition</w:t>
      </w:r>
      <w:r w:rsidRPr="009B5AE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9B5AED">
        <w:rPr>
          <w:rFonts w:asciiTheme="minorHAnsi" w:hAnsiTheme="minorHAnsi"/>
          <w:sz w:val="24"/>
          <w:szCs w:val="24"/>
        </w:rPr>
        <w:t>will be held at school on</w:t>
      </w:r>
      <w:r w:rsidRPr="009B5AE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9B5AED">
        <w:rPr>
          <w:rFonts w:asciiTheme="minorHAnsi" w:hAnsiTheme="minorHAnsi"/>
          <w:bCs/>
          <w:sz w:val="24"/>
          <w:szCs w:val="24"/>
        </w:rPr>
        <w:t>Tuesday, 29 May 2018</w:t>
      </w:r>
      <w:r w:rsidRPr="009B5AED">
        <w:rPr>
          <w:rFonts w:asciiTheme="minorHAnsi" w:hAnsiTheme="minorHAnsi"/>
          <w:sz w:val="24"/>
          <w:szCs w:val="24"/>
        </w:rPr>
        <w:t>.</w:t>
      </w:r>
    </w:p>
    <w:p w:rsidR="000B1F03" w:rsidRPr="009B5AED" w:rsidRDefault="000B1F03" w:rsidP="000B1F03">
      <w:pPr>
        <w:numPr>
          <w:ilvl w:val="0"/>
          <w:numId w:val="10"/>
        </w:numPr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 xml:space="preserve">The </w:t>
      </w:r>
      <w:r w:rsidRPr="009B5AED">
        <w:rPr>
          <w:rFonts w:asciiTheme="minorHAnsi" w:hAnsiTheme="minorHAnsi"/>
          <w:b/>
          <w:bCs/>
          <w:sz w:val="24"/>
          <w:szCs w:val="24"/>
        </w:rPr>
        <w:t xml:space="preserve">Writing </w:t>
      </w:r>
      <w:r w:rsidRPr="009B5AED">
        <w:rPr>
          <w:rFonts w:asciiTheme="minorHAnsi" w:hAnsiTheme="minorHAnsi"/>
          <w:sz w:val="24"/>
          <w:szCs w:val="24"/>
        </w:rPr>
        <w:t>competition will be held at school on Wednesday, 13 June 2018.</w:t>
      </w:r>
    </w:p>
    <w:p w:rsidR="000B1F03" w:rsidRPr="009B5AED" w:rsidRDefault="000B1F03" w:rsidP="000B1F03">
      <w:pPr>
        <w:numPr>
          <w:ilvl w:val="0"/>
          <w:numId w:val="10"/>
        </w:numPr>
        <w:ind w:right="-87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 xml:space="preserve">The </w:t>
      </w:r>
      <w:r w:rsidRPr="009B5AED">
        <w:rPr>
          <w:rFonts w:asciiTheme="minorHAnsi" w:hAnsiTheme="minorHAnsi"/>
          <w:b/>
          <w:bCs/>
          <w:sz w:val="24"/>
          <w:szCs w:val="24"/>
        </w:rPr>
        <w:t xml:space="preserve">Spelling </w:t>
      </w:r>
      <w:r w:rsidRPr="009B5AED">
        <w:rPr>
          <w:rFonts w:asciiTheme="minorHAnsi" w:hAnsiTheme="minorHAnsi"/>
          <w:sz w:val="24"/>
          <w:szCs w:val="24"/>
        </w:rPr>
        <w:t>competition will be held at school on Thursday, 14 June 2018.</w:t>
      </w:r>
    </w:p>
    <w:p w:rsidR="000B1F03" w:rsidRPr="009B5AED" w:rsidRDefault="000B1F03" w:rsidP="000B1F03">
      <w:pPr>
        <w:numPr>
          <w:ilvl w:val="0"/>
          <w:numId w:val="10"/>
        </w:numPr>
        <w:ind w:right="-87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 xml:space="preserve">The </w:t>
      </w:r>
      <w:r w:rsidRPr="009B5AED">
        <w:rPr>
          <w:rStyle w:val="Strong"/>
          <w:rFonts w:asciiTheme="minorHAnsi" w:hAnsiTheme="minorHAnsi"/>
          <w:sz w:val="24"/>
          <w:szCs w:val="24"/>
        </w:rPr>
        <w:t>English</w:t>
      </w:r>
      <w:r w:rsidRPr="009B5AED">
        <w:rPr>
          <w:rFonts w:asciiTheme="minorHAnsi" w:hAnsiTheme="minorHAnsi"/>
          <w:sz w:val="24"/>
          <w:szCs w:val="24"/>
        </w:rPr>
        <w:t xml:space="preserve"> competition will be held at school on Tuesday, 31 July 2018.</w:t>
      </w:r>
    </w:p>
    <w:p w:rsidR="000B1F03" w:rsidRPr="009B5AED" w:rsidRDefault="000B1F03" w:rsidP="000B1F03">
      <w:pPr>
        <w:numPr>
          <w:ilvl w:val="0"/>
          <w:numId w:val="10"/>
        </w:numPr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 xml:space="preserve">The </w:t>
      </w:r>
      <w:r w:rsidRPr="009B5AED">
        <w:rPr>
          <w:rFonts w:asciiTheme="minorHAnsi" w:hAnsiTheme="minorHAnsi"/>
          <w:b/>
          <w:sz w:val="24"/>
          <w:szCs w:val="24"/>
        </w:rPr>
        <w:t>Mathematics</w:t>
      </w:r>
      <w:r w:rsidRPr="009B5AED">
        <w:rPr>
          <w:rFonts w:asciiTheme="minorHAnsi" w:hAnsiTheme="minorHAnsi"/>
          <w:sz w:val="24"/>
          <w:szCs w:val="24"/>
        </w:rPr>
        <w:t xml:space="preserve"> competition will be held at school on Tuesday, 14 August 2018.</w:t>
      </w: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(Please note if there is a clash with the school timetable the test will be sat as close to the date as possible.)</w:t>
      </w: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If you would like your child to participate in any or all of these competitions, please fill in the following sheet and return to the school by Wednesday, 31 March 2018</w:t>
      </w:r>
      <w:r w:rsidRPr="009B5AED">
        <w:rPr>
          <w:rFonts w:asciiTheme="minorHAnsi" w:hAnsiTheme="minorHAnsi"/>
          <w:b/>
          <w:bCs/>
          <w:sz w:val="24"/>
          <w:szCs w:val="24"/>
        </w:rPr>
        <w:t xml:space="preserve">.  Please note that it will not be possible to process any entries received after this date. </w:t>
      </w:r>
    </w:p>
    <w:p w:rsidR="000B1F03" w:rsidRPr="009B5AED" w:rsidRDefault="000B1F03" w:rsidP="000B1F03">
      <w:pPr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0B1F03" w:rsidRPr="009B5AED" w:rsidRDefault="000B1F03" w:rsidP="000B1F03">
      <w:pPr>
        <w:numPr>
          <w:ilvl w:val="0"/>
          <w:numId w:val="11"/>
        </w:numPr>
        <w:contextualSpacing w:val="0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The entry fees are as follows</w:t>
      </w:r>
    </w:p>
    <w:p w:rsidR="000B1F03" w:rsidRPr="009B5AED" w:rsidRDefault="000B1F03" w:rsidP="000B1F03">
      <w:pPr>
        <w:numPr>
          <w:ilvl w:val="1"/>
          <w:numId w:val="11"/>
        </w:numPr>
        <w:spacing w:line="360" w:lineRule="auto"/>
        <w:ind w:left="1077" w:hanging="357"/>
        <w:contextualSpacing w:val="0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Spelling competition- $13.00</w:t>
      </w:r>
    </w:p>
    <w:p w:rsidR="000B1F03" w:rsidRPr="009B5AED" w:rsidRDefault="000B1F03" w:rsidP="000B1F03">
      <w:pPr>
        <w:numPr>
          <w:ilvl w:val="1"/>
          <w:numId w:val="11"/>
        </w:numPr>
        <w:ind w:left="1077" w:hanging="357"/>
        <w:contextualSpacing w:val="0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bCs/>
          <w:iCs/>
          <w:sz w:val="24"/>
          <w:szCs w:val="24"/>
        </w:rPr>
        <w:t>Mathematics, Science, English</w:t>
      </w:r>
      <w:r w:rsidRPr="009B5AED">
        <w:rPr>
          <w:rFonts w:asciiTheme="minorHAnsi" w:hAnsiTheme="minorHAnsi"/>
          <w:bCs/>
          <w:sz w:val="24"/>
          <w:szCs w:val="24"/>
        </w:rPr>
        <w:t xml:space="preserve"> &amp; Computer Skills -</w:t>
      </w:r>
      <w:r w:rsidRPr="009B5AED">
        <w:rPr>
          <w:rFonts w:asciiTheme="minorHAnsi" w:hAnsiTheme="minorHAnsi"/>
          <w:sz w:val="24"/>
          <w:szCs w:val="24"/>
        </w:rPr>
        <w:t xml:space="preserve"> $10.00 per competition</w:t>
      </w:r>
    </w:p>
    <w:p w:rsidR="000B1F03" w:rsidRPr="009B5AED" w:rsidRDefault="000B1F03" w:rsidP="000B1F03">
      <w:pPr>
        <w:numPr>
          <w:ilvl w:val="1"/>
          <w:numId w:val="11"/>
        </w:numPr>
        <w:spacing w:line="360" w:lineRule="auto"/>
        <w:ind w:left="1077" w:hanging="357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bCs/>
          <w:iCs/>
          <w:sz w:val="24"/>
          <w:szCs w:val="24"/>
        </w:rPr>
        <w:t>Writing</w:t>
      </w:r>
      <w:r w:rsidRPr="009B5AED">
        <w:rPr>
          <w:rFonts w:asciiTheme="minorHAnsi" w:hAnsiTheme="minorHAnsi"/>
          <w:iCs/>
          <w:sz w:val="24"/>
          <w:szCs w:val="24"/>
        </w:rPr>
        <w:t xml:space="preserve"> competition- </w:t>
      </w:r>
      <w:r w:rsidRPr="009B5AED">
        <w:rPr>
          <w:rFonts w:asciiTheme="minorHAnsi" w:hAnsiTheme="minorHAnsi"/>
          <w:sz w:val="24"/>
          <w:szCs w:val="24"/>
        </w:rPr>
        <w:t>$20.00.</w:t>
      </w:r>
    </w:p>
    <w:p w:rsidR="000B1F03" w:rsidRPr="009B5AED" w:rsidRDefault="000B1F03" w:rsidP="000B1F03">
      <w:pPr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Regards,</w:t>
      </w: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James Traviss</w:t>
      </w:r>
    </w:p>
    <w:p w:rsidR="000B1F03" w:rsidRPr="009B5AED" w:rsidRDefault="000B1F03" w:rsidP="000B1F03">
      <w:pPr>
        <w:jc w:val="both"/>
        <w:rPr>
          <w:rFonts w:asciiTheme="minorHAnsi" w:hAnsiTheme="minorHAnsi"/>
          <w:sz w:val="24"/>
          <w:szCs w:val="24"/>
        </w:rPr>
      </w:pPr>
      <w:r w:rsidRPr="009B5AED">
        <w:rPr>
          <w:rFonts w:asciiTheme="minorHAnsi" w:hAnsiTheme="minorHAnsi"/>
          <w:sz w:val="24"/>
          <w:szCs w:val="24"/>
        </w:rPr>
        <w:t>ICAS Coordinator</w:t>
      </w:r>
      <w:r w:rsidRPr="009B5AED">
        <w:rPr>
          <w:rFonts w:asciiTheme="minorHAnsi" w:hAnsiTheme="minorHAnsi"/>
          <w:sz w:val="24"/>
          <w:szCs w:val="24"/>
        </w:rPr>
        <w:br w:type="page"/>
      </w:r>
    </w:p>
    <w:p w:rsidR="000B1F03" w:rsidRPr="00BB713D" w:rsidRDefault="000B1F03" w:rsidP="000B1F03">
      <w:pPr>
        <w:tabs>
          <w:tab w:val="left" w:pos="1875"/>
        </w:tabs>
        <w:jc w:val="both"/>
        <w:rPr>
          <w:rFonts w:asciiTheme="minorHAnsi" w:hAnsiTheme="minorHAnsi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82816" behindDoc="1" locked="0" layoutInCell="1" allowOverlap="1" wp14:anchorId="3978B374" wp14:editId="66892934">
            <wp:simplePos x="0" y="0"/>
            <wp:positionH relativeFrom="column">
              <wp:posOffset>1104900</wp:posOffset>
            </wp:positionH>
            <wp:positionV relativeFrom="paragraph">
              <wp:posOffset>130810</wp:posOffset>
            </wp:positionV>
            <wp:extent cx="1409700" cy="714375"/>
            <wp:effectExtent l="0" t="0" r="0" b="9525"/>
            <wp:wrapTight wrapText="bothSides">
              <wp:wrapPolygon edited="0">
                <wp:start x="3211" y="0"/>
                <wp:lineTo x="0" y="2880"/>
                <wp:lineTo x="0" y="14400"/>
                <wp:lineTo x="876" y="19008"/>
                <wp:lineTo x="3795" y="21312"/>
                <wp:lineTo x="4378" y="21312"/>
                <wp:lineTo x="6130" y="21312"/>
                <wp:lineTo x="20141" y="19584"/>
                <wp:lineTo x="19849" y="18432"/>
                <wp:lineTo x="21308" y="14400"/>
                <wp:lineTo x="21308" y="576"/>
                <wp:lineTo x="7297" y="0"/>
                <wp:lineTo x="3211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81792" behindDoc="1" locked="0" layoutInCell="1" allowOverlap="1" wp14:anchorId="36FE9558" wp14:editId="5FB4288F">
            <wp:simplePos x="0" y="0"/>
            <wp:positionH relativeFrom="column">
              <wp:posOffset>-236220</wp:posOffset>
            </wp:positionH>
            <wp:positionV relativeFrom="paragraph">
              <wp:posOffset>-12065</wp:posOffset>
            </wp:positionV>
            <wp:extent cx="895350" cy="878205"/>
            <wp:effectExtent l="0" t="0" r="0" b="0"/>
            <wp:wrapTight wrapText="bothSides">
              <wp:wrapPolygon edited="0">
                <wp:start x="5974" y="0"/>
                <wp:lineTo x="0" y="3748"/>
                <wp:lineTo x="0" y="15931"/>
                <wp:lineTo x="5974" y="21085"/>
                <wp:lineTo x="7353" y="21085"/>
                <wp:lineTo x="14706" y="21085"/>
                <wp:lineTo x="15626" y="21085"/>
                <wp:lineTo x="21140" y="15931"/>
                <wp:lineTo x="21140" y="1874"/>
                <wp:lineTo x="12409" y="0"/>
                <wp:lineTo x="5974" y="0"/>
              </wp:wrapPolygon>
            </wp:wrapTight>
            <wp:docPr id="24" name="Picture 24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13D">
        <w:rPr>
          <w:rFonts w:asciiTheme="minorHAnsi" w:hAnsi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D84DCC1" wp14:editId="0D1593AF">
                <wp:simplePos x="0" y="0"/>
                <wp:positionH relativeFrom="column">
                  <wp:posOffset>2667000</wp:posOffset>
                </wp:positionH>
                <wp:positionV relativeFrom="paragraph">
                  <wp:posOffset>-12065</wp:posOffset>
                </wp:positionV>
                <wp:extent cx="2460625" cy="1057275"/>
                <wp:effectExtent l="0" t="0" r="15875" b="28575"/>
                <wp:wrapTight wrapText="bothSides">
                  <wp:wrapPolygon edited="0">
                    <wp:start x="0" y="0"/>
                    <wp:lineTo x="0" y="21795"/>
                    <wp:lineTo x="21572" y="21795"/>
                    <wp:lineTo x="21572" y="0"/>
                    <wp:lineTo x="0" y="0"/>
                  </wp:wrapPolygon>
                </wp:wrapTight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6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F03" w:rsidRPr="00C767E0" w:rsidRDefault="000B1F03" w:rsidP="000B1F03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>Forrest Primary School</w:t>
                            </w:r>
                          </w:p>
                          <w:p w:rsidR="000B1F03" w:rsidRPr="00C767E0" w:rsidRDefault="000B1F03" w:rsidP="000B1F03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>9 Hobart Avenue, FORREST ACT 2603</w:t>
                            </w:r>
                          </w:p>
                          <w:p w:rsidR="000B1F03" w:rsidRPr="00C767E0" w:rsidRDefault="000B1F03" w:rsidP="000B1F03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Phone 02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6142 1470 </w:t>
                            </w:r>
                          </w:p>
                          <w:p w:rsidR="000B1F03" w:rsidRPr="00C767E0" w:rsidRDefault="000B1F03" w:rsidP="000B1F03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Website: </w:t>
                            </w:r>
                            <w:hyperlink r:id="rId14" w:history="1">
                              <w:r w:rsidRPr="00C767E0">
                                <w:rPr>
                                  <w:rStyle w:val="Hyperlink"/>
                                  <w:rFonts w:asciiTheme="minorHAnsi" w:hAnsiTheme="minorHAnsi"/>
                                </w:rPr>
                                <w:t>www.forrestps.act.edu.au</w:t>
                              </w:r>
                            </w:hyperlink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:rsidR="000B1F03" w:rsidRPr="00C767E0" w:rsidRDefault="000B1F03" w:rsidP="000B1F03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E-mail: </w:t>
                            </w:r>
                            <w:hyperlink r:id="rId15" w:history="1">
                              <w:r w:rsidRPr="00C767E0">
                                <w:rPr>
                                  <w:rStyle w:val="Hyperlink"/>
                                  <w:rFonts w:asciiTheme="minorHAnsi" w:hAnsiTheme="minorHAnsi"/>
                                </w:rPr>
                                <w:t>info@forrestps.act.edu.au</w:t>
                              </w:r>
                            </w:hyperlink>
                            <w:r w:rsidRPr="00C767E0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:rsidR="000B1F03" w:rsidRPr="00017AF7" w:rsidRDefault="000B1F03" w:rsidP="000B1F03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left:0;text-align:left;margin-left:210pt;margin-top:-.95pt;width:193.75pt;height:83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" strokecolor="white">
                <v:textbox>
                  <w:txbxContent>
                    <w:p w:rsidR="000B1F03" w:rsidRPr="00C767E0" w:rsidRDefault="000B1F03" w:rsidP="000B1F03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>Forrest Primary School</w:t>
                      </w:r>
                    </w:p>
                    <w:p w:rsidR="000B1F03" w:rsidRPr="00C767E0" w:rsidRDefault="000B1F03" w:rsidP="000B1F03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>9 Hobart Avenue, FORREST ACT 2603</w:t>
                      </w:r>
                    </w:p>
                    <w:p w:rsidR="000B1F03" w:rsidRPr="00C767E0" w:rsidRDefault="000B1F03" w:rsidP="000B1F03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 xml:space="preserve">Phone 02 </w:t>
                      </w:r>
                      <w:r>
                        <w:rPr>
                          <w:rFonts w:asciiTheme="minorHAnsi" w:hAnsiTheme="minorHAnsi"/>
                        </w:rPr>
                        <w:t xml:space="preserve">6142 1470 </w:t>
                      </w:r>
                    </w:p>
                    <w:p w:rsidR="000B1F03" w:rsidRPr="00C767E0" w:rsidRDefault="000B1F03" w:rsidP="000B1F03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 xml:space="preserve">Website: </w:t>
                      </w:r>
                      <w:hyperlink r:id="rId16" w:history="1">
                        <w:r w:rsidRPr="00C767E0">
                          <w:rPr>
                            <w:rStyle w:val="Hyperlink"/>
                            <w:rFonts w:asciiTheme="minorHAnsi" w:hAnsiTheme="minorHAnsi"/>
                          </w:rPr>
                          <w:t>www.forrestps.act.edu.au</w:t>
                        </w:r>
                      </w:hyperlink>
                      <w:r w:rsidRPr="00C767E0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:rsidR="000B1F03" w:rsidRPr="00C767E0" w:rsidRDefault="000B1F03" w:rsidP="000B1F03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C767E0">
                        <w:rPr>
                          <w:rFonts w:asciiTheme="minorHAnsi" w:hAnsiTheme="minorHAnsi"/>
                        </w:rPr>
                        <w:t xml:space="preserve">E-mail: </w:t>
                      </w:r>
                      <w:hyperlink r:id="rId17" w:history="1">
                        <w:r w:rsidRPr="00C767E0">
                          <w:rPr>
                            <w:rStyle w:val="Hyperlink"/>
                            <w:rFonts w:asciiTheme="minorHAnsi" w:hAnsiTheme="minorHAnsi"/>
                          </w:rPr>
                          <w:t>info@forrestps.act.edu.au</w:t>
                        </w:r>
                      </w:hyperlink>
                      <w:r w:rsidRPr="00C767E0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:rsidR="000B1F03" w:rsidRPr="00017AF7" w:rsidRDefault="000B1F03" w:rsidP="000B1F03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83840" behindDoc="1" locked="0" layoutInCell="1" allowOverlap="1" wp14:anchorId="0FCF6390" wp14:editId="222B4DA0">
            <wp:simplePos x="0" y="0"/>
            <wp:positionH relativeFrom="column">
              <wp:posOffset>5361940</wp:posOffset>
            </wp:positionH>
            <wp:positionV relativeFrom="paragraph">
              <wp:posOffset>73660</wp:posOffset>
            </wp:positionV>
            <wp:extent cx="723265" cy="770255"/>
            <wp:effectExtent l="0" t="0" r="635" b="0"/>
            <wp:wrapTight wrapText="bothSides">
              <wp:wrapPolygon edited="0">
                <wp:start x="0" y="0"/>
                <wp:lineTo x="0" y="20834"/>
                <wp:lineTo x="21050" y="20834"/>
                <wp:lineTo x="21050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13D">
        <w:rPr>
          <w:rFonts w:asciiTheme="minorHAnsi" w:hAnsi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4DC372" wp14:editId="2C4FE1D4">
                <wp:simplePos x="0" y="0"/>
                <wp:positionH relativeFrom="column">
                  <wp:posOffset>5334000</wp:posOffset>
                </wp:positionH>
                <wp:positionV relativeFrom="paragraph">
                  <wp:posOffset>133985</wp:posOffset>
                </wp:positionV>
                <wp:extent cx="914400" cy="914400"/>
                <wp:effectExtent l="6350" t="12700" r="12700" b="63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F03" w:rsidRDefault="000B1F03" w:rsidP="000B1F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420pt;margin-top:10.55pt;width:1in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" strokecolor="white">
                <v:textbox>
                  <w:txbxContent>
                    <w:p w:rsidR="000B1F03" w:rsidRDefault="000B1F03" w:rsidP="000B1F03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</w:rPr>
        <w:tab/>
      </w:r>
    </w:p>
    <w:p w:rsidR="000B1F03" w:rsidRPr="002324A5" w:rsidRDefault="000B1F03" w:rsidP="000B1F03">
      <w:pPr>
        <w:tabs>
          <w:tab w:val="left" w:pos="1900"/>
        </w:tabs>
        <w:jc w:val="both"/>
        <w:rPr>
          <w:rFonts w:ascii="Verdana" w:hAnsi="Verdana"/>
        </w:rPr>
      </w:pPr>
    </w:p>
    <w:p w:rsidR="000B1F03" w:rsidRPr="002324A5" w:rsidRDefault="000B1F03" w:rsidP="000B1F03">
      <w:pPr>
        <w:tabs>
          <w:tab w:val="left" w:pos="1900"/>
        </w:tabs>
        <w:jc w:val="both"/>
        <w:rPr>
          <w:rFonts w:ascii="Verdana" w:hAnsi="Verdana"/>
        </w:rPr>
      </w:pPr>
    </w:p>
    <w:p w:rsidR="000B1F03" w:rsidRPr="002324A5" w:rsidRDefault="000B1F03" w:rsidP="000B1F03">
      <w:pPr>
        <w:tabs>
          <w:tab w:val="left" w:pos="1900"/>
        </w:tabs>
        <w:jc w:val="both"/>
        <w:rPr>
          <w:rFonts w:ascii="Verdana" w:hAnsi="Verdana"/>
        </w:rPr>
      </w:pPr>
    </w:p>
    <w:p w:rsidR="000B1F03" w:rsidRPr="002324A5" w:rsidRDefault="000B1F03" w:rsidP="000B1F03">
      <w:pPr>
        <w:tabs>
          <w:tab w:val="left" w:pos="1900"/>
        </w:tabs>
        <w:jc w:val="both"/>
        <w:rPr>
          <w:rFonts w:ascii="Verdana" w:hAnsi="Verdana"/>
        </w:rPr>
      </w:pPr>
    </w:p>
    <w:p w:rsidR="000B1F03" w:rsidRDefault="000B1F03" w:rsidP="000B1F03">
      <w:pPr>
        <w:pStyle w:val="Title"/>
        <w:spacing w:before="240" w:after="60"/>
        <w:outlineLvl w:val="0"/>
        <w:rPr>
          <w:rFonts w:ascii="Verdana" w:hAnsi="Verdana"/>
          <w:b/>
          <w:bCs/>
          <w:kern w:val="28"/>
          <w:sz w:val="28"/>
          <w:szCs w:val="28"/>
          <w:lang w:val="en-AU"/>
        </w:rPr>
      </w:pPr>
    </w:p>
    <w:p w:rsidR="000B1F03" w:rsidRPr="00F72452" w:rsidRDefault="000B1F03" w:rsidP="000B1F03">
      <w:pPr>
        <w:pStyle w:val="Title"/>
        <w:spacing w:before="240" w:after="60"/>
        <w:outlineLvl w:val="0"/>
        <w:rPr>
          <w:rFonts w:ascii="Verdana" w:hAnsi="Verdana"/>
          <w:b/>
          <w:bCs/>
          <w:kern w:val="28"/>
          <w:sz w:val="28"/>
          <w:szCs w:val="28"/>
          <w:lang w:val="en-AU"/>
        </w:rPr>
      </w:pPr>
      <w:r w:rsidRPr="00F72452">
        <w:rPr>
          <w:rFonts w:ascii="Verdana" w:hAnsi="Verdana"/>
          <w:b/>
          <w:bCs/>
          <w:kern w:val="28"/>
          <w:sz w:val="28"/>
          <w:szCs w:val="28"/>
          <w:lang w:val="en-AU"/>
        </w:rPr>
        <w:t xml:space="preserve">SELECTION FORM </w:t>
      </w:r>
    </w:p>
    <w:p w:rsidR="000B1F03" w:rsidRPr="00F72452" w:rsidRDefault="000B1F03" w:rsidP="000B1F03">
      <w:pPr>
        <w:pStyle w:val="Title"/>
        <w:spacing w:before="240" w:after="60"/>
        <w:outlineLvl w:val="0"/>
        <w:rPr>
          <w:rFonts w:ascii="Verdana" w:hAnsi="Verdana"/>
          <w:b/>
          <w:bCs/>
          <w:kern w:val="28"/>
          <w:sz w:val="28"/>
          <w:szCs w:val="28"/>
          <w:lang w:val="en-AU"/>
        </w:rPr>
      </w:pPr>
      <w:r w:rsidRPr="00F72452">
        <w:rPr>
          <w:rFonts w:ascii="Verdana" w:hAnsi="Verdana"/>
          <w:b/>
          <w:bCs/>
          <w:kern w:val="28"/>
          <w:sz w:val="28"/>
          <w:szCs w:val="28"/>
          <w:lang w:val="en-AU"/>
        </w:rPr>
        <w:t>INTERNATIONAL COMPETITIONS AND ASSESSMENTS FOR SCHOOLS</w:t>
      </w:r>
    </w:p>
    <w:p w:rsidR="000B1F03" w:rsidRPr="002324A5" w:rsidRDefault="000B1F03" w:rsidP="000B1F03">
      <w:pPr>
        <w:rPr>
          <w:rFonts w:ascii="Verdana" w:hAnsi="Verdana"/>
        </w:rPr>
      </w:pPr>
    </w:p>
    <w:p w:rsidR="000B1F03" w:rsidRPr="00F72452" w:rsidRDefault="000B1F03" w:rsidP="000B1F03">
      <w:pPr>
        <w:tabs>
          <w:tab w:val="left" w:leader="underscore" w:pos="6000"/>
        </w:tabs>
        <w:rPr>
          <w:rFonts w:ascii="Verdana" w:hAnsi="Verdana"/>
        </w:rPr>
      </w:pPr>
      <w:r w:rsidRPr="00F72452">
        <w:rPr>
          <w:rFonts w:ascii="Verdana" w:hAnsi="Verdana"/>
        </w:rPr>
        <w:t>I would like my child</w:t>
      </w:r>
      <w:r w:rsidRPr="00F72452">
        <w:rPr>
          <w:rFonts w:ascii="Verdana" w:hAnsi="Verdana"/>
        </w:rPr>
        <w:tab/>
        <w:t xml:space="preserve">in Class: ______ to participate in the following competition/s: </w:t>
      </w:r>
    </w:p>
    <w:p w:rsidR="000B1F03" w:rsidRPr="00F72452" w:rsidRDefault="000B1F03" w:rsidP="000B1F03">
      <w:pPr>
        <w:rPr>
          <w:rFonts w:ascii="Verdana" w:hAnsi="Verdana"/>
        </w:rPr>
      </w:pPr>
    </w:p>
    <w:p w:rsidR="000B1F03" w:rsidRPr="00F72452" w:rsidRDefault="000B1F03" w:rsidP="000B1F03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5"/>
        <w:gridCol w:w="3249"/>
        <w:gridCol w:w="1775"/>
        <w:gridCol w:w="1733"/>
      </w:tblGrid>
      <w:tr w:rsidR="000B1F03" w:rsidRPr="00F72452" w:rsidTr="00E93C3B">
        <w:trPr>
          <w:trHeight w:val="509"/>
        </w:trPr>
        <w:tc>
          <w:tcPr>
            <w:tcW w:w="2608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  <w:b/>
              </w:rPr>
            </w:pPr>
            <w:r w:rsidRPr="00F72452">
              <w:rPr>
                <w:rFonts w:ascii="Verdana" w:hAnsi="Verdana"/>
                <w:b/>
              </w:rPr>
              <w:t>Competition</w:t>
            </w:r>
          </w:p>
        </w:tc>
        <w:tc>
          <w:tcPr>
            <w:tcW w:w="35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  <w:b/>
              </w:rPr>
            </w:pPr>
            <w:r w:rsidRPr="00F72452">
              <w:rPr>
                <w:rFonts w:ascii="Verdana" w:hAnsi="Verdana"/>
                <w:b/>
              </w:rPr>
              <w:t>Date of competition</w:t>
            </w:r>
          </w:p>
        </w:tc>
        <w:tc>
          <w:tcPr>
            <w:tcW w:w="19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  <w:b/>
              </w:rPr>
            </w:pPr>
            <w:r w:rsidRPr="00F72452">
              <w:rPr>
                <w:rFonts w:ascii="Verdana" w:hAnsi="Verdana"/>
                <w:b/>
              </w:rPr>
              <w:t>Entry Fee</w:t>
            </w:r>
          </w:p>
        </w:tc>
        <w:tc>
          <w:tcPr>
            <w:tcW w:w="1847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  <w:b/>
              </w:rPr>
            </w:pPr>
            <w:r w:rsidRPr="00F72452">
              <w:rPr>
                <w:rFonts w:ascii="Verdana" w:hAnsi="Verdana"/>
                <w:b/>
              </w:rPr>
              <w:t xml:space="preserve">Please tick </w:t>
            </w:r>
          </w:p>
        </w:tc>
      </w:tr>
      <w:tr w:rsidR="000B1F03" w:rsidRPr="00F72452" w:rsidTr="00E93C3B">
        <w:trPr>
          <w:trHeight w:val="510"/>
        </w:trPr>
        <w:tc>
          <w:tcPr>
            <w:tcW w:w="2608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Computer Skills</w:t>
            </w:r>
          </w:p>
        </w:tc>
        <w:tc>
          <w:tcPr>
            <w:tcW w:w="3500" w:type="dxa"/>
            <w:vAlign w:val="center"/>
          </w:tcPr>
          <w:p w:rsidR="000B1F03" w:rsidRPr="000B1F03" w:rsidRDefault="000B1F03" w:rsidP="000B1F03">
            <w:pPr>
              <w:rPr>
                <w:rFonts w:ascii="Verdana" w:hAnsi="Verdana"/>
              </w:rPr>
            </w:pPr>
            <w:r w:rsidRPr="000B1F03">
              <w:rPr>
                <w:rFonts w:ascii="Verdana" w:hAnsi="Verdana"/>
              </w:rPr>
              <w:t>Tuesday, 8 May 2018</w:t>
            </w:r>
          </w:p>
        </w:tc>
        <w:tc>
          <w:tcPr>
            <w:tcW w:w="19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$</w:t>
            </w:r>
            <w:r>
              <w:rPr>
                <w:rFonts w:ascii="Verdana" w:hAnsi="Verdana"/>
              </w:rPr>
              <w:t>10</w:t>
            </w:r>
            <w:r w:rsidRPr="00F72452">
              <w:rPr>
                <w:rFonts w:ascii="Verdana" w:hAnsi="Verdana"/>
              </w:rPr>
              <w:t>.00</w:t>
            </w:r>
          </w:p>
        </w:tc>
        <w:tc>
          <w:tcPr>
            <w:tcW w:w="1847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</w:p>
        </w:tc>
      </w:tr>
      <w:tr w:rsidR="000B1F03" w:rsidRPr="00F72452" w:rsidTr="00E93C3B">
        <w:trPr>
          <w:trHeight w:val="509"/>
        </w:trPr>
        <w:tc>
          <w:tcPr>
            <w:tcW w:w="2608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Science</w:t>
            </w:r>
          </w:p>
        </w:tc>
        <w:tc>
          <w:tcPr>
            <w:tcW w:w="3500" w:type="dxa"/>
            <w:vAlign w:val="center"/>
          </w:tcPr>
          <w:p w:rsidR="000B1F03" w:rsidRPr="000B1F03" w:rsidRDefault="000B1F03" w:rsidP="000B1F03">
            <w:pPr>
              <w:rPr>
                <w:rFonts w:ascii="Verdana" w:hAnsi="Verdana"/>
              </w:rPr>
            </w:pPr>
            <w:r w:rsidRPr="000B1F03">
              <w:rPr>
                <w:rFonts w:ascii="Verdana" w:hAnsi="Verdana"/>
                <w:bCs/>
              </w:rPr>
              <w:t>Tuesday, 29 May 2018</w:t>
            </w:r>
          </w:p>
        </w:tc>
        <w:tc>
          <w:tcPr>
            <w:tcW w:w="19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$</w:t>
            </w:r>
            <w:r>
              <w:rPr>
                <w:rFonts w:ascii="Verdana" w:hAnsi="Verdana"/>
              </w:rPr>
              <w:t>10</w:t>
            </w:r>
            <w:r w:rsidRPr="00F72452">
              <w:rPr>
                <w:rFonts w:ascii="Verdana" w:hAnsi="Verdana"/>
              </w:rPr>
              <w:t>.00</w:t>
            </w:r>
          </w:p>
        </w:tc>
        <w:tc>
          <w:tcPr>
            <w:tcW w:w="1847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</w:p>
        </w:tc>
      </w:tr>
      <w:tr w:rsidR="000B1F03" w:rsidRPr="00F72452" w:rsidTr="00E93C3B">
        <w:trPr>
          <w:trHeight w:val="510"/>
        </w:trPr>
        <w:tc>
          <w:tcPr>
            <w:tcW w:w="2608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Writing</w:t>
            </w:r>
          </w:p>
        </w:tc>
        <w:tc>
          <w:tcPr>
            <w:tcW w:w="3500" w:type="dxa"/>
            <w:vAlign w:val="center"/>
          </w:tcPr>
          <w:p w:rsidR="000B1F03" w:rsidRPr="000B1F03" w:rsidRDefault="000B1F03" w:rsidP="000B1F03">
            <w:pPr>
              <w:rPr>
                <w:rFonts w:ascii="Verdana" w:hAnsi="Verdana"/>
              </w:rPr>
            </w:pPr>
            <w:r w:rsidRPr="000B1F03">
              <w:rPr>
                <w:rFonts w:ascii="Verdana" w:hAnsi="Verdana"/>
              </w:rPr>
              <w:t>Wednesday, 13 June 2018</w:t>
            </w:r>
          </w:p>
        </w:tc>
        <w:tc>
          <w:tcPr>
            <w:tcW w:w="19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$</w:t>
            </w:r>
            <w:r>
              <w:rPr>
                <w:rFonts w:ascii="Verdana" w:hAnsi="Verdana"/>
              </w:rPr>
              <w:t>20</w:t>
            </w:r>
            <w:r w:rsidRPr="00F72452">
              <w:rPr>
                <w:rFonts w:ascii="Verdana" w:hAnsi="Verdana"/>
              </w:rPr>
              <w:t>.00</w:t>
            </w:r>
          </w:p>
        </w:tc>
        <w:tc>
          <w:tcPr>
            <w:tcW w:w="1847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</w:p>
        </w:tc>
      </w:tr>
      <w:tr w:rsidR="000B1F03" w:rsidRPr="00F72452" w:rsidTr="00E93C3B">
        <w:trPr>
          <w:trHeight w:val="509"/>
        </w:trPr>
        <w:tc>
          <w:tcPr>
            <w:tcW w:w="2608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 xml:space="preserve">Spelling </w:t>
            </w:r>
          </w:p>
        </w:tc>
        <w:tc>
          <w:tcPr>
            <w:tcW w:w="3500" w:type="dxa"/>
            <w:vAlign w:val="center"/>
          </w:tcPr>
          <w:p w:rsidR="000B1F03" w:rsidRPr="000B1F03" w:rsidRDefault="000B1F03" w:rsidP="000B1F03">
            <w:pPr>
              <w:rPr>
                <w:rFonts w:ascii="Verdana" w:hAnsi="Verdana"/>
              </w:rPr>
            </w:pPr>
            <w:r w:rsidRPr="000B1F03">
              <w:rPr>
                <w:rFonts w:ascii="Verdana" w:hAnsi="Verdana"/>
              </w:rPr>
              <w:t>Thursday, 14 June 2018</w:t>
            </w:r>
          </w:p>
        </w:tc>
        <w:tc>
          <w:tcPr>
            <w:tcW w:w="19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$</w:t>
            </w:r>
            <w:r>
              <w:rPr>
                <w:rFonts w:ascii="Verdana" w:hAnsi="Verdana"/>
              </w:rPr>
              <w:t>13</w:t>
            </w:r>
            <w:r w:rsidRPr="00F72452">
              <w:rPr>
                <w:rFonts w:ascii="Verdana" w:hAnsi="Verdana"/>
              </w:rPr>
              <w:t>.00</w:t>
            </w:r>
          </w:p>
        </w:tc>
        <w:tc>
          <w:tcPr>
            <w:tcW w:w="1847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</w:p>
        </w:tc>
      </w:tr>
      <w:tr w:rsidR="000B1F03" w:rsidRPr="00F72452" w:rsidTr="00E93C3B">
        <w:trPr>
          <w:trHeight w:val="510"/>
        </w:trPr>
        <w:tc>
          <w:tcPr>
            <w:tcW w:w="2608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English</w:t>
            </w:r>
          </w:p>
        </w:tc>
        <w:tc>
          <w:tcPr>
            <w:tcW w:w="3500" w:type="dxa"/>
            <w:vAlign w:val="center"/>
          </w:tcPr>
          <w:p w:rsidR="000B1F03" w:rsidRPr="000B1F03" w:rsidRDefault="000B1F03" w:rsidP="009B5AED">
            <w:pPr>
              <w:rPr>
                <w:rFonts w:ascii="Verdana" w:hAnsi="Verdana"/>
              </w:rPr>
            </w:pPr>
            <w:r w:rsidRPr="000B1F03">
              <w:rPr>
                <w:rFonts w:ascii="Verdana" w:hAnsi="Verdana"/>
              </w:rPr>
              <w:t xml:space="preserve">Tuesday, </w:t>
            </w:r>
            <w:r w:rsidR="009B5AED">
              <w:rPr>
                <w:rFonts w:ascii="Verdana" w:hAnsi="Verdana"/>
              </w:rPr>
              <w:t>3</w:t>
            </w:r>
            <w:r w:rsidRPr="000B1F03">
              <w:rPr>
                <w:rFonts w:ascii="Verdana" w:hAnsi="Verdana"/>
              </w:rPr>
              <w:t xml:space="preserve">1 </w:t>
            </w:r>
            <w:r w:rsidR="009B5AED">
              <w:rPr>
                <w:rFonts w:ascii="Verdana" w:hAnsi="Verdana"/>
              </w:rPr>
              <w:t>July</w:t>
            </w:r>
            <w:r w:rsidRPr="000B1F03">
              <w:rPr>
                <w:rFonts w:ascii="Verdana" w:hAnsi="Verdana"/>
              </w:rPr>
              <w:t xml:space="preserve"> 2018</w:t>
            </w:r>
          </w:p>
        </w:tc>
        <w:tc>
          <w:tcPr>
            <w:tcW w:w="1900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$</w:t>
            </w:r>
            <w:r>
              <w:rPr>
                <w:rFonts w:ascii="Verdana" w:hAnsi="Verdana"/>
              </w:rPr>
              <w:t>10</w:t>
            </w:r>
            <w:r w:rsidRPr="00F72452">
              <w:rPr>
                <w:rFonts w:ascii="Verdana" w:hAnsi="Verdana"/>
              </w:rPr>
              <w:t>.00</w:t>
            </w:r>
          </w:p>
        </w:tc>
        <w:tc>
          <w:tcPr>
            <w:tcW w:w="1847" w:type="dxa"/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</w:p>
        </w:tc>
      </w:tr>
      <w:tr w:rsidR="000B1F03" w:rsidRPr="00F72452" w:rsidTr="00E93C3B">
        <w:trPr>
          <w:trHeight w:val="51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Mathematics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03" w:rsidRPr="000B1F03" w:rsidRDefault="000B1F03" w:rsidP="009B5AED">
            <w:pPr>
              <w:rPr>
                <w:rFonts w:ascii="Verdana" w:hAnsi="Verdana"/>
              </w:rPr>
            </w:pPr>
            <w:r w:rsidRPr="000B1F03">
              <w:rPr>
                <w:rFonts w:ascii="Verdana" w:hAnsi="Verdana"/>
              </w:rPr>
              <w:t>Tuesday, 1</w:t>
            </w:r>
            <w:r w:rsidR="009B5AED">
              <w:rPr>
                <w:rFonts w:ascii="Verdana" w:hAnsi="Verdana"/>
              </w:rPr>
              <w:t>4</w:t>
            </w:r>
            <w:r w:rsidRPr="000B1F03">
              <w:rPr>
                <w:rFonts w:ascii="Verdana" w:hAnsi="Verdana"/>
              </w:rPr>
              <w:t xml:space="preserve"> August 2018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  <w:r w:rsidRPr="00F72452">
              <w:rPr>
                <w:rFonts w:ascii="Verdana" w:hAnsi="Verdana"/>
              </w:rPr>
              <w:t>$</w:t>
            </w:r>
            <w:r>
              <w:rPr>
                <w:rFonts w:ascii="Verdana" w:hAnsi="Verdana"/>
              </w:rPr>
              <w:t>10</w:t>
            </w:r>
            <w:r w:rsidRPr="00F72452">
              <w:rPr>
                <w:rFonts w:ascii="Verdana" w:hAnsi="Verdana"/>
              </w:rPr>
              <w:t>.00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F03" w:rsidRPr="00F72452" w:rsidRDefault="000B1F03" w:rsidP="00E93C3B">
            <w:pPr>
              <w:rPr>
                <w:rFonts w:ascii="Verdana" w:hAnsi="Verdana"/>
              </w:rPr>
            </w:pPr>
          </w:p>
        </w:tc>
      </w:tr>
    </w:tbl>
    <w:p w:rsidR="000B1F03" w:rsidRPr="002324A5" w:rsidRDefault="000B1F03" w:rsidP="000B1F03">
      <w:pPr>
        <w:rPr>
          <w:rFonts w:ascii="Verdana" w:hAnsi="Verdana"/>
        </w:rPr>
      </w:pPr>
    </w:p>
    <w:p w:rsidR="000B1F03" w:rsidRPr="002324A5" w:rsidRDefault="000B1F03" w:rsidP="000B1F03">
      <w:pPr>
        <w:tabs>
          <w:tab w:val="left" w:pos="6200"/>
          <w:tab w:val="left" w:pos="7900"/>
          <w:tab w:val="left" w:leader="underscore" w:pos="9449"/>
        </w:tabs>
        <w:rPr>
          <w:rFonts w:ascii="Verdana" w:hAnsi="Verdana"/>
          <w:noProof/>
          <w:lang w:val="en-US"/>
        </w:rPr>
      </w:pPr>
      <w:r w:rsidRPr="002324A5">
        <w:rPr>
          <w:rFonts w:ascii="Verdana" w:hAnsi="Verdana"/>
          <w:noProof/>
          <w:lang w:val="en-US"/>
        </w:rPr>
        <w:tab/>
        <w:t xml:space="preserve">              Total Due </w:t>
      </w:r>
      <w:r w:rsidRPr="002324A5">
        <w:rPr>
          <w:rFonts w:ascii="Verdana" w:hAnsi="Verdana"/>
          <w:noProof/>
          <w:lang w:val="en-US"/>
        </w:rPr>
        <w:tab/>
      </w:r>
      <w:r w:rsidRPr="002324A5">
        <w:rPr>
          <w:rFonts w:ascii="Verdana" w:hAnsi="Verdana"/>
          <w:noProof/>
          <w:lang w:val="en-US"/>
        </w:rPr>
        <w:tab/>
      </w:r>
    </w:p>
    <w:p w:rsidR="000B1F03" w:rsidRPr="002324A5" w:rsidRDefault="000B1F03" w:rsidP="000B1F03">
      <w:pPr>
        <w:jc w:val="both"/>
        <w:rPr>
          <w:rFonts w:ascii="Verdana" w:hAnsi="Verdana"/>
        </w:rPr>
      </w:pPr>
    </w:p>
    <w:p w:rsidR="000B1F03" w:rsidRPr="002324A5" w:rsidRDefault="000B1F03" w:rsidP="000B1F03">
      <w:pPr>
        <w:tabs>
          <w:tab w:val="left" w:pos="1900"/>
        </w:tabs>
        <w:jc w:val="both"/>
        <w:rPr>
          <w:rFonts w:ascii="Verdana" w:hAnsi="Verdana"/>
        </w:rPr>
      </w:pPr>
    </w:p>
    <w:p w:rsidR="000B1F03" w:rsidRPr="002324A5" w:rsidRDefault="000B1F03" w:rsidP="000B1F03">
      <w:pPr>
        <w:tabs>
          <w:tab w:val="left" w:pos="1900"/>
        </w:tabs>
        <w:jc w:val="both"/>
        <w:rPr>
          <w:rFonts w:ascii="Verdana" w:hAnsi="Verdana"/>
        </w:rPr>
      </w:pPr>
    </w:p>
    <w:p w:rsidR="000B1F03" w:rsidRDefault="000B1F03" w:rsidP="000B1F03">
      <w:pPr>
        <w:pStyle w:val="Title"/>
        <w:rPr>
          <w:rStyle w:val="Strong"/>
          <w:rFonts w:ascii="Verdana" w:hAnsi="Verdana"/>
          <w:sz w:val="28"/>
          <w:szCs w:val="28"/>
        </w:rPr>
      </w:pPr>
      <w:r w:rsidRPr="002324A5">
        <w:rPr>
          <w:rFonts w:ascii="Verdana" w:hAnsi="Verdana"/>
        </w:rPr>
        <w:br w:type="page"/>
      </w:r>
      <w:r w:rsidRPr="00F72452">
        <w:rPr>
          <w:rStyle w:val="Strong"/>
          <w:rFonts w:ascii="Verdana" w:hAnsi="Verdana"/>
          <w:sz w:val="28"/>
          <w:szCs w:val="28"/>
        </w:rPr>
        <w:lastRenderedPageBreak/>
        <w:t>PAYMENT FOR INTERNATIONAL COMPETITIONS</w:t>
      </w:r>
    </w:p>
    <w:p w:rsidR="000B1F03" w:rsidRPr="00F72452" w:rsidRDefault="000B1F03" w:rsidP="000B1F03">
      <w:pPr>
        <w:pStyle w:val="Title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</w:rPr>
        <w:t>AND ASSESSMENTS FOR SCHOOLS</w:t>
      </w:r>
      <w:r w:rsidRPr="00F72452">
        <w:rPr>
          <w:rStyle w:val="Strong"/>
          <w:rFonts w:ascii="Verdana" w:hAnsi="Verdana"/>
          <w:sz w:val="28"/>
          <w:szCs w:val="28"/>
        </w:rPr>
        <w:t xml:space="preserve"> </w:t>
      </w:r>
    </w:p>
    <w:p w:rsidR="000B1F03" w:rsidRPr="002324A5" w:rsidRDefault="000B1F03" w:rsidP="000B1F03">
      <w:pPr>
        <w:ind w:left="-100"/>
        <w:jc w:val="center"/>
        <w:rPr>
          <w:rFonts w:ascii="Verdana" w:hAnsi="Verdana"/>
          <w:b/>
        </w:rPr>
      </w:pPr>
    </w:p>
    <w:p w:rsidR="000B1F03" w:rsidRPr="00F72452" w:rsidRDefault="000B1F03" w:rsidP="000B1F03">
      <w:pPr>
        <w:ind w:left="-100"/>
        <w:rPr>
          <w:rFonts w:ascii="Verdana" w:hAnsi="Verdana"/>
          <w:b/>
          <w:bCs/>
        </w:rPr>
      </w:pPr>
      <w:r w:rsidRPr="00F72452">
        <w:rPr>
          <w:rFonts w:ascii="Verdana" w:hAnsi="Verdana"/>
        </w:rPr>
        <w:t xml:space="preserve">Payment needs to be received by </w:t>
      </w:r>
      <w:r>
        <w:rPr>
          <w:rFonts w:ascii="Verdana" w:hAnsi="Verdana"/>
          <w:b/>
          <w:bCs/>
        </w:rPr>
        <w:t>Wednesday, 21</w:t>
      </w:r>
      <w:r w:rsidRPr="00F72452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March</w:t>
      </w:r>
      <w:r w:rsidRPr="00F72452">
        <w:rPr>
          <w:rFonts w:ascii="Verdana" w:hAnsi="Verdana"/>
          <w:b/>
          <w:bCs/>
        </w:rPr>
        <w:t xml:space="preserve"> 201</w:t>
      </w:r>
      <w:r>
        <w:rPr>
          <w:rFonts w:ascii="Verdana" w:hAnsi="Verdana"/>
          <w:b/>
          <w:bCs/>
        </w:rPr>
        <w:t>8</w:t>
      </w:r>
    </w:p>
    <w:p w:rsidR="000B1F03" w:rsidRPr="00F72452" w:rsidRDefault="000B1F03" w:rsidP="000B1F03">
      <w:pPr>
        <w:ind w:left="-100"/>
        <w:rPr>
          <w:rFonts w:ascii="Verdana" w:hAnsi="Verdana"/>
          <w:b/>
          <w:bCs/>
        </w:rPr>
      </w:pP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Pr="00F72452" w:rsidRDefault="000B1F03" w:rsidP="000B1F03">
      <w:pPr>
        <w:ind w:left="-100"/>
        <w:rPr>
          <w:rFonts w:ascii="Verdana" w:hAnsi="Verdana"/>
        </w:rPr>
      </w:pPr>
      <w:r w:rsidRPr="00F72452">
        <w:rPr>
          <w:rFonts w:ascii="Verdana" w:hAnsi="Verdana"/>
        </w:rPr>
        <w:t>Student Name: ______________________</w:t>
      </w:r>
      <w:r>
        <w:rPr>
          <w:rFonts w:ascii="Verdana" w:hAnsi="Verdana"/>
        </w:rPr>
        <w:t>___________</w:t>
      </w:r>
      <w:r w:rsidRPr="00F72452">
        <w:rPr>
          <w:rFonts w:ascii="Verdana" w:hAnsi="Verdana"/>
        </w:rPr>
        <w:t xml:space="preserve"> </w:t>
      </w:r>
      <w:r w:rsidRPr="00F72452">
        <w:rPr>
          <w:rFonts w:ascii="Verdana" w:hAnsi="Verdana"/>
        </w:rPr>
        <w:tab/>
        <w:t>Class: ____________</w:t>
      </w: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Default="000B1F03" w:rsidP="000B1F03">
      <w:pPr>
        <w:ind w:left="-100"/>
        <w:rPr>
          <w:rFonts w:ascii="Verdana" w:hAnsi="Verdana"/>
        </w:rPr>
      </w:pPr>
      <w:r w:rsidRPr="00F72452">
        <w:rPr>
          <w:rFonts w:ascii="Verdana" w:hAnsi="Verdana"/>
        </w:rPr>
        <w:t>Payment $____________</w:t>
      </w: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Default="000B1F03" w:rsidP="000B1F03">
      <w:pPr>
        <w:spacing w:line="360" w:lineRule="auto"/>
        <w:ind w:firstLine="720"/>
        <w:rPr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158750" cy="133350"/>
                <wp:effectExtent l="6350" t="6985" r="6350" b="1206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0;margin-top:2.65pt;width:12.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"/>
            </w:pict>
          </mc:Fallback>
        </mc:AlternateContent>
      </w:r>
      <w:r>
        <w:rPr>
          <w:sz w:val="24"/>
          <w:szCs w:val="24"/>
        </w:rPr>
        <w:t>ICAS Computer Skills</w:t>
      </w:r>
    </w:p>
    <w:p w:rsidR="000B1F03" w:rsidRDefault="000B1F03" w:rsidP="000B1F03">
      <w:pPr>
        <w:spacing w:line="360" w:lineRule="auto"/>
        <w:ind w:firstLine="720"/>
        <w:rPr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158750" cy="152400"/>
                <wp:effectExtent l="6350" t="10795" r="6350" b="825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2pt;width:12.5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"/>
            </w:pict>
          </mc:Fallback>
        </mc:AlternateContent>
      </w:r>
      <w:r>
        <w:rPr>
          <w:sz w:val="24"/>
          <w:szCs w:val="24"/>
        </w:rPr>
        <w:t>ICAS Science</w:t>
      </w:r>
    </w:p>
    <w:p w:rsidR="000B1F03" w:rsidRDefault="000B1F03" w:rsidP="000B1F03">
      <w:pPr>
        <w:spacing w:line="36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4445</wp:posOffset>
                </wp:positionV>
                <wp:extent cx="158750" cy="133350"/>
                <wp:effectExtent l="9525" t="12065" r="12700" b="698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.5pt;margin-top:.35pt;width:12.5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"/>
            </w:pict>
          </mc:Fallback>
        </mc:AlternateContent>
      </w:r>
      <w:r>
        <w:rPr>
          <w:sz w:val="24"/>
          <w:szCs w:val="24"/>
        </w:rPr>
        <w:t>ICAS Writing</w:t>
      </w:r>
    </w:p>
    <w:p w:rsidR="000B1F03" w:rsidRDefault="000B1F03" w:rsidP="000B1F03">
      <w:pPr>
        <w:spacing w:line="36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158750" cy="152400"/>
                <wp:effectExtent l="6350" t="6985" r="6350" b="1206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1.25pt;width:12.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XGhIAIAADs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"/>
            </w:pict>
          </mc:Fallback>
        </mc:AlternateContent>
      </w:r>
      <w:r>
        <w:rPr>
          <w:sz w:val="24"/>
          <w:szCs w:val="24"/>
        </w:rPr>
        <w:t>ICAS Spelling</w:t>
      </w:r>
    </w:p>
    <w:p w:rsidR="000B1F03" w:rsidRDefault="000B1F03" w:rsidP="000B1F03">
      <w:pPr>
        <w:spacing w:line="36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158750" cy="133350"/>
                <wp:effectExtent l="6350" t="10160" r="6350" b="889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1.25pt;width:12.5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"/>
            </w:pict>
          </mc:Fallback>
        </mc:AlternateContent>
      </w:r>
      <w:r>
        <w:rPr>
          <w:sz w:val="24"/>
          <w:szCs w:val="24"/>
        </w:rPr>
        <w:t>ICAS English</w:t>
      </w:r>
    </w:p>
    <w:p w:rsidR="000B1F03" w:rsidRDefault="000B1F03" w:rsidP="000B1F03">
      <w:pPr>
        <w:spacing w:line="36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158750" cy="152400"/>
                <wp:effectExtent l="6350" t="10795" r="6350" b="825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1.8pt;width:12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q4PIQIAADs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"/>
            </w:pict>
          </mc:Fallback>
        </mc:AlternateContent>
      </w:r>
      <w:r>
        <w:rPr>
          <w:sz w:val="24"/>
          <w:szCs w:val="24"/>
        </w:rPr>
        <w:t>ICAS Mathematics</w:t>
      </w: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Pr="00F72452" w:rsidRDefault="000B1F03" w:rsidP="000B1F03">
      <w:pPr>
        <w:ind w:left="-100"/>
        <w:rPr>
          <w:rFonts w:ascii="Verdana" w:hAnsi="Verdana"/>
        </w:rPr>
      </w:pPr>
      <w:r w:rsidRPr="00F72452">
        <w:rPr>
          <w:rFonts w:ascii="Verdana" w:hAnsi="Verdana"/>
        </w:rPr>
        <w:t>Amount Enclosed $_____</w:t>
      </w:r>
      <w:r>
        <w:rPr>
          <w:rFonts w:ascii="Verdana" w:hAnsi="Verdana"/>
        </w:rPr>
        <w:t xml:space="preserve">_______ cash/ cheque/Online </w:t>
      </w:r>
      <w:r w:rsidRPr="000F7DF3">
        <w:rPr>
          <w:rFonts w:ascii="Verdana" w:hAnsi="Verdana"/>
          <w:sz w:val="14"/>
        </w:rPr>
        <w:t>–</w:t>
      </w:r>
      <w:r w:rsidRPr="004D5AA2">
        <w:rPr>
          <w:rFonts w:ascii="Verdana" w:hAnsi="Verdana"/>
          <w:sz w:val="16"/>
        </w:rPr>
        <w:t>Via the Forrest Primary School Website</w:t>
      </w:r>
    </w:p>
    <w:p w:rsidR="000B1F03" w:rsidRPr="00F72452" w:rsidRDefault="000B1F03" w:rsidP="000B1F03">
      <w:pPr>
        <w:rPr>
          <w:rFonts w:ascii="Verdana" w:hAnsi="Verdana"/>
        </w:rPr>
      </w:pP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Pr="00F72452" w:rsidRDefault="000B1F03" w:rsidP="000B1F03">
      <w:pPr>
        <w:ind w:left="-100"/>
        <w:rPr>
          <w:rFonts w:ascii="Verdana" w:hAnsi="Verdana"/>
        </w:rPr>
      </w:pPr>
    </w:p>
    <w:p w:rsidR="000B1F03" w:rsidRPr="00F72452" w:rsidRDefault="000B1F03" w:rsidP="000B1F03">
      <w:pPr>
        <w:ind w:left="-100"/>
        <w:rPr>
          <w:rFonts w:ascii="Verdana" w:hAnsi="Verdana"/>
          <w:b/>
          <w:u w:val="single"/>
        </w:rPr>
      </w:pPr>
      <w:r w:rsidRPr="00F72452">
        <w:rPr>
          <w:rFonts w:ascii="Verdana" w:hAnsi="Verdana"/>
          <w:b/>
          <w:u w:val="single"/>
        </w:rPr>
        <w:t>All cheques must be made payable to Forrest Primary School</w:t>
      </w:r>
    </w:p>
    <w:p w:rsidR="000B1F03" w:rsidRPr="00F72452" w:rsidRDefault="000B1F03" w:rsidP="000B1F03">
      <w:pPr>
        <w:ind w:left="-100"/>
        <w:rPr>
          <w:rFonts w:ascii="Verdana" w:hAnsi="Verdana"/>
          <w:b/>
          <w:u w:val="single"/>
        </w:rPr>
      </w:pPr>
      <w:r w:rsidRPr="00F72452">
        <w:rPr>
          <w:rFonts w:ascii="Verdana" w:hAnsi="Verdana"/>
          <w:b/>
          <w:u w:val="single"/>
        </w:rPr>
        <w:t>Cash payments need to be correct money please, as we do not have change in the Front Office.</w:t>
      </w:r>
    </w:p>
    <w:p w:rsidR="000B1F03" w:rsidRPr="00D005AE" w:rsidRDefault="000B1F03" w:rsidP="000B1F03">
      <w:pPr>
        <w:ind w:right="10"/>
        <w:rPr>
          <w:b/>
          <w:u w:val="single"/>
        </w:rPr>
      </w:pPr>
    </w:p>
    <w:p w:rsidR="000B1F03" w:rsidRDefault="000B1F03" w:rsidP="000B1F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PREFERRED METHOD OF PAYMENT: QUICKWEB VIA THE SCHOOLS WEBSITE</w:t>
      </w:r>
    </w:p>
    <w:p w:rsidR="000B1F03" w:rsidRDefault="000B1F03" w:rsidP="000B1F03">
      <w:pPr>
        <w:rPr>
          <w:sz w:val="24"/>
          <w:szCs w:val="24"/>
        </w:rPr>
      </w:pPr>
      <w:r>
        <w:rPr>
          <w:b/>
          <w:sz w:val="24"/>
          <w:szCs w:val="24"/>
        </w:rPr>
        <w:t>FEE CODE:</w:t>
      </w:r>
      <w:r>
        <w:rPr>
          <w:sz w:val="24"/>
          <w:szCs w:val="24"/>
        </w:rPr>
        <w:t xml:space="preserve"> ICAS Computer Skills 2018 </w:t>
      </w:r>
    </w:p>
    <w:p w:rsidR="000B1F03" w:rsidRDefault="000B1F03" w:rsidP="000B1F03">
      <w:pPr>
        <w:rPr>
          <w:sz w:val="24"/>
          <w:szCs w:val="24"/>
        </w:rPr>
      </w:pPr>
      <w:r>
        <w:rPr>
          <w:b/>
          <w:sz w:val="24"/>
          <w:szCs w:val="24"/>
        </w:rPr>
        <w:t>FEE CODE:</w:t>
      </w:r>
      <w:r>
        <w:rPr>
          <w:sz w:val="24"/>
          <w:szCs w:val="24"/>
        </w:rPr>
        <w:t xml:space="preserve"> ICAS Science 2018</w:t>
      </w:r>
    </w:p>
    <w:p w:rsidR="000B1F03" w:rsidRDefault="000B1F03" w:rsidP="000B1F03">
      <w:pPr>
        <w:rPr>
          <w:sz w:val="24"/>
          <w:szCs w:val="24"/>
        </w:rPr>
      </w:pPr>
      <w:r>
        <w:rPr>
          <w:b/>
          <w:sz w:val="24"/>
          <w:szCs w:val="24"/>
        </w:rPr>
        <w:t>FEE CODE:</w:t>
      </w:r>
      <w:r>
        <w:rPr>
          <w:sz w:val="24"/>
          <w:szCs w:val="24"/>
        </w:rPr>
        <w:t xml:space="preserve"> ICAS Writing 2018</w:t>
      </w:r>
    </w:p>
    <w:p w:rsidR="000B1F03" w:rsidRDefault="000B1F03" w:rsidP="000B1F03">
      <w:pPr>
        <w:rPr>
          <w:sz w:val="24"/>
          <w:szCs w:val="24"/>
        </w:rPr>
      </w:pPr>
      <w:r>
        <w:rPr>
          <w:b/>
          <w:sz w:val="24"/>
          <w:szCs w:val="24"/>
        </w:rPr>
        <w:t>FEE CODE:</w:t>
      </w:r>
      <w:r>
        <w:rPr>
          <w:sz w:val="24"/>
          <w:szCs w:val="24"/>
        </w:rPr>
        <w:t xml:space="preserve"> ICAS Spelling 2018</w:t>
      </w:r>
    </w:p>
    <w:p w:rsidR="000B1F03" w:rsidRDefault="000B1F03" w:rsidP="000B1F03">
      <w:pPr>
        <w:rPr>
          <w:sz w:val="24"/>
          <w:szCs w:val="24"/>
        </w:rPr>
      </w:pPr>
      <w:r>
        <w:rPr>
          <w:b/>
          <w:sz w:val="24"/>
          <w:szCs w:val="24"/>
        </w:rPr>
        <w:t>FEE CODE:</w:t>
      </w:r>
      <w:r>
        <w:rPr>
          <w:sz w:val="24"/>
          <w:szCs w:val="24"/>
        </w:rPr>
        <w:t xml:space="preserve"> ICAS English 2018</w:t>
      </w:r>
    </w:p>
    <w:p w:rsidR="000B1F03" w:rsidRDefault="000B1F03" w:rsidP="000B1F03">
      <w:pPr>
        <w:rPr>
          <w:sz w:val="24"/>
          <w:szCs w:val="24"/>
        </w:rPr>
      </w:pPr>
      <w:r>
        <w:rPr>
          <w:b/>
          <w:sz w:val="24"/>
          <w:szCs w:val="24"/>
        </w:rPr>
        <w:t>FEE CODE:</w:t>
      </w:r>
      <w:r>
        <w:rPr>
          <w:sz w:val="24"/>
          <w:szCs w:val="24"/>
        </w:rPr>
        <w:t xml:space="preserve"> ICAS Mathematics 2018</w:t>
      </w:r>
    </w:p>
    <w:p w:rsidR="000B1F03" w:rsidRDefault="000B1F03" w:rsidP="000B1F03">
      <w:pPr>
        <w:rPr>
          <w:sz w:val="24"/>
          <w:szCs w:val="24"/>
        </w:rPr>
      </w:pPr>
    </w:p>
    <w:p w:rsidR="000B1F03" w:rsidRDefault="000B1F03" w:rsidP="000B1F03">
      <w:pPr>
        <w:rPr>
          <w:sz w:val="24"/>
          <w:szCs w:val="2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6985</wp:posOffset>
                </wp:positionV>
                <wp:extent cx="254000" cy="259080"/>
                <wp:effectExtent l="0" t="0" r="12700" b="2667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7.5pt;margin-top:.55pt;width:20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"/>
            </w:pict>
          </mc:Fallback>
        </mc:AlternateContent>
      </w:r>
      <w:r>
        <w:rPr>
          <w:sz w:val="24"/>
          <w:szCs w:val="24"/>
        </w:rPr>
        <w:tab/>
        <w:t>I have paid via the Forrest Primary School Website</w:t>
      </w:r>
    </w:p>
    <w:p w:rsidR="000B1F03" w:rsidRDefault="000B1F03" w:rsidP="000B1F03">
      <w:pPr>
        <w:rPr>
          <w:sz w:val="24"/>
          <w:szCs w:val="24"/>
        </w:rPr>
      </w:pPr>
    </w:p>
    <w:p w:rsidR="000B1F03" w:rsidRDefault="000B1F03" w:rsidP="000B1F03">
      <w:pPr>
        <w:rPr>
          <w:sz w:val="24"/>
          <w:szCs w:val="24"/>
        </w:rPr>
      </w:pPr>
    </w:p>
    <w:p w:rsidR="000B1F03" w:rsidRDefault="000B1F03" w:rsidP="000B1F03">
      <w:pPr>
        <w:rPr>
          <w:sz w:val="24"/>
          <w:szCs w:val="24"/>
        </w:rPr>
      </w:pPr>
    </w:p>
    <w:p w:rsidR="000B1F03" w:rsidRDefault="000B1F03" w:rsidP="000B1F03">
      <w:pPr>
        <w:rPr>
          <w:sz w:val="24"/>
          <w:szCs w:val="24"/>
        </w:rPr>
      </w:pPr>
    </w:p>
    <w:p w:rsidR="000B1F03" w:rsidRDefault="000B1F03" w:rsidP="000B1F03">
      <w:pPr>
        <w:rPr>
          <w:sz w:val="24"/>
          <w:szCs w:val="24"/>
        </w:rPr>
      </w:pPr>
    </w:p>
    <w:p w:rsidR="000B1F03" w:rsidRDefault="000B1F03" w:rsidP="000B1F03">
      <w:pPr>
        <w:pStyle w:val="Heading7"/>
        <w:ind w:left="-100"/>
        <w:jc w:val="left"/>
        <w:rPr>
          <w:rFonts w:ascii="Verdana" w:hAnsi="Verdana"/>
          <w:sz w:val="22"/>
        </w:rPr>
      </w:pPr>
      <w:r w:rsidRPr="00F72452">
        <w:rPr>
          <w:rFonts w:ascii="Verdana" w:hAnsi="Verdana"/>
          <w:sz w:val="22"/>
        </w:rPr>
        <w:t>Signature_</w:t>
      </w:r>
      <w:r>
        <w:rPr>
          <w:rFonts w:ascii="Verdana" w:hAnsi="Verdana"/>
          <w:sz w:val="22"/>
        </w:rPr>
        <w:t>______________________________</w:t>
      </w:r>
    </w:p>
    <w:p w:rsidR="000B1F03" w:rsidRDefault="000B1F03" w:rsidP="000B1F03">
      <w:pPr>
        <w:pStyle w:val="Heading7"/>
        <w:ind w:left="-100"/>
        <w:jc w:val="left"/>
        <w:rPr>
          <w:rFonts w:ascii="Verdana" w:hAnsi="Verdana"/>
          <w:sz w:val="22"/>
        </w:rPr>
      </w:pPr>
    </w:p>
    <w:p w:rsidR="000B1F03" w:rsidRPr="00F72452" w:rsidRDefault="000B1F03" w:rsidP="000B1F03">
      <w:pPr>
        <w:pStyle w:val="Heading7"/>
        <w:ind w:left="-100"/>
        <w:jc w:val="left"/>
        <w:rPr>
          <w:rFonts w:ascii="Verdana" w:hAnsi="Verdana"/>
          <w:sz w:val="22"/>
        </w:rPr>
      </w:pPr>
      <w:r w:rsidRPr="00F72452">
        <w:rPr>
          <w:rFonts w:ascii="Verdana" w:hAnsi="Verdana"/>
          <w:sz w:val="22"/>
        </w:rPr>
        <w:t>Date________________</w:t>
      </w:r>
    </w:p>
    <w:p w:rsidR="000B1F03" w:rsidRPr="00F72452" w:rsidRDefault="000B1F03" w:rsidP="000B1F03">
      <w:pPr>
        <w:ind w:left="-100"/>
        <w:jc w:val="center"/>
        <w:rPr>
          <w:rFonts w:ascii="Verdana" w:hAnsi="Verdana"/>
          <w:b/>
          <w:u w:val="single"/>
        </w:rPr>
      </w:pPr>
    </w:p>
    <w:p w:rsidR="001D398E" w:rsidRPr="00ED7F12" w:rsidRDefault="001D398E" w:rsidP="0044496A">
      <w:pPr>
        <w:rPr>
          <w:sz w:val="24"/>
        </w:rPr>
      </w:pPr>
    </w:p>
    <w:p w:rsidR="001D398E" w:rsidRPr="00ED7F12" w:rsidRDefault="001D398E" w:rsidP="001D398E">
      <w:pPr>
        <w:ind w:right="10"/>
        <w:contextualSpacing w:val="0"/>
        <w:rPr>
          <w:rFonts w:cs="Times New Roman"/>
          <w:szCs w:val="20"/>
        </w:rPr>
      </w:pPr>
    </w:p>
    <w:p w:rsidR="00B20AAA" w:rsidRPr="00B20AAA" w:rsidRDefault="00371E19" w:rsidP="00B20AAA">
      <w:pPr>
        <w:rPr>
          <w:rFonts w:ascii="Arial" w:hAnsi="Arial" w:cs="Arial"/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B20AAA" w:rsidRPr="00B20AAA" w:rsidSect="00C767E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363B"/>
    <w:multiLevelType w:val="hybridMultilevel"/>
    <w:tmpl w:val="54989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1AD4"/>
    <w:multiLevelType w:val="hybridMultilevel"/>
    <w:tmpl w:val="CD12D4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936FF"/>
    <w:multiLevelType w:val="hybridMultilevel"/>
    <w:tmpl w:val="9B52FDBA"/>
    <w:lvl w:ilvl="0" w:tplc="5082F5C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D13F6"/>
    <w:multiLevelType w:val="hybridMultilevel"/>
    <w:tmpl w:val="05284F94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0FA6009A"/>
    <w:multiLevelType w:val="hybridMultilevel"/>
    <w:tmpl w:val="D05E28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F4F1F"/>
    <w:multiLevelType w:val="hybridMultilevel"/>
    <w:tmpl w:val="47C6C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E13C0"/>
    <w:multiLevelType w:val="hybridMultilevel"/>
    <w:tmpl w:val="A28436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A2609"/>
    <w:multiLevelType w:val="hybridMultilevel"/>
    <w:tmpl w:val="A6A22D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DEC7807"/>
    <w:multiLevelType w:val="hybridMultilevel"/>
    <w:tmpl w:val="03704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D488B"/>
    <w:multiLevelType w:val="hybridMultilevel"/>
    <w:tmpl w:val="5A945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266FB"/>
    <w:multiLevelType w:val="hybridMultilevel"/>
    <w:tmpl w:val="116CBF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15F"/>
    <w:rsid w:val="00001938"/>
    <w:rsid w:val="00052434"/>
    <w:rsid w:val="000B1F03"/>
    <w:rsid w:val="000D6508"/>
    <w:rsid w:val="000D6F34"/>
    <w:rsid w:val="001228E7"/>
    <w:rsid w:val="00127379"/>
    <w:rsid w:val="001A1CEC"/>
    <w:rsid w:val="001C4623"/>
    <w:rsid w:val="001C75AF"/>
    <w:rsid w:val="001D398E"/>
    <w:rsid w:val="001E2A27"/>
    <w:rsid w:val="0021685F"/>
    <w:rsid w:val="00250D02"/>
    <w:rsid w:val="00257016"/>
    <w:rsid w:val="002A71A0"/>
    <w:rsid w:val="00371E19"/>
    <w:rsid w:val="003A5A21"/>
    <w:rsid w:val="003B05CB"/>
    <w:rsid w:val="0040344C"/>
    <w:rsid w:val="0043713F"/>
    <w:rsid w:val="0044496A"/>
    <w:rsid w:val="00491187"/>
    <w:rsid w:val="00491BC9"/>
    <w:rsid w:val="00500338"/>
    <w:rsid w:val="0051142F"/>
    <w:rsid w:val="0053204E"/>
    <w:rsid w:val="005A099A"/>
    <w:rsid w:val="005E2FB8"/>
    <w:rsid w:val="00680774"/>
    <w:rsid w:val="00784B24"/>
    <w:rsid w:val="007B7418"/>
    <w:rsid w:val="007C1083"/>
    <w:rsid w:val="007D5B71"/>
    <w:rsid w:val="00814C73"/>
    <w:rsid w:val="00816EF1"/>
    <w:rsid w:val="0085549D"/>
    <w:rsid w:val="00866324"/>
    <w:rsid w:val="00890AD2"/>
    <w:rsid w:val="0089740E"/>
    <w:rsid w:val="008C4EFA"/>
    <w:rsid w:val="00955204"/>
    <w:rsid w:val="00984451"/>
    <w:rsid w:val="0099015F"/>
    <w:rsid w:val="00991741"/>
    <w:rsid w:val="009B5AED"/>
    <w:rsid w:val="009C618A"/>
    <w:rsid w:val="009E3957"/>
    <w:rsid w:val="009F2C6F"/>
    <w:rsid w:val="00A47B13"/>
    <w:rsid w:val="00A60E14"/>
    <w:rsid w:val="00AD4BC6"/>
    <w:rsid w:val="00AD4CC5"/>
    <w:rsid w:val="00B20AAA"/>
    <w:rsid w:val="00B7651B"/>
    <w:rsid w:val="00BB635E"/>
    <w:rsid w:val="00BB7368"/>
    <w:rsid w:val="00BE0C7F"/>
    <w:rsid w:val="00C638AC"/>
    <w:rsid w:val="00C767E0"/>
    <w:rsid w:val="00CE5388"/>
    <w:rsid w:val="00CE744E"/>
    <w:rsid w:val="00D43463"/>
    <w:rsid w:val="00D96B76"/>
    <w:rsid w:val="00DB5CF5"/>
    <w:rsid w:val="00E22BC8"/>
    <w:rsid w:val="00E56FF1"/>
    <w:rsid w:val="00E608B8"/>
    <w:rsid w:val="00E75D04"/>
    <w:rsid w:val="00E84032"/>
    <w:rsid w:val="00E86FFC"/>
    <w:rsid w:val="00E91A54"/>
    <w:rsid w:val="00EB5F9E"/>
    <w:rsid w:val="00EC5B5F"/>
    <w:rsid w:val="00ED7F12"/>
    <w:rsid w:val="00EE1D51"/>
    <w:rsid w:val="00F01515"/>
    <w:rsid w:val="00F10616"/>
    <w:rsid w:val="00F60604"/>
    <w:rsid w:val="00F8178F"/>
    <w:rsid w:val="00FB5E40"/>
    <w:rsid w:val="00FC3765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E0"/>
    <w:pPr>
      <w:spacing w:after="0" w:line="240" w:lineRule="auto"/>
      <w:contextualSpacing/>
    </w:pPr>
    <w:rPr>
      <w:rFonts w:ascii="Calibri" w:eastAsia="Times New Roman" w:hAnsi="Calibri" w:cs="Calibri"/>
    </w:rPr>
  </w:style>
  <w:style w:type="paragraph" w:styleId="Heading7">
    <w:name w:val="heading 7"/>
    <w:basedOn w:val="Normal"/>
    <w:next w:val="Normal"/>
    <w:link w:val="Heading7Char"/>
    <w:qFormat/>
    <w:rsid w:val="000B1F03"/>
    <w:pPr>
      <w:keepNext/>
      <w:ind w:right="-390"/>
      <w:contextualSpacing w:val="0"/>
      <w:jc w:val="center"/>
      <w:outlineLvl w:val="6"/>
    </w:pPr>
    <w:rPr>
      <w:rFonts w:eastAsia="Calibri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767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7E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BC8"/>
    <w:pPr>
      <w:ind w:left="720"/>
      <w:contextualSpacing w:val="0"/>
    </w:pPr>
    <w:rPr>
      <w:rFonts w:eastAsiaTheme="minorHAnsi" w:cs="Times New Roman"/>
    </w:rPr>
  </w:style>
  <w:style w:type="character" w:customStyle="1" w:styleId="Heading7Char">
    <w:name w:val="Heading 7 Char"/>
    <w:basedOn w:val="DefaultParagraphFont"/>
    <w:link w:val="Heading7"/>
    <w:rsid w:val="000B1F03"/>
    <w:rPr>
      <w:rFonts w:ascii="Calibri" w:eastAsia="Calibri" w:hAnsi="Calibri" w:cs="Times New Roman"/>
      <w:b/>
      <w:sz w:val="24"/>
    </w:rPr>
  </w:style>
  <w:style w:type="paragraph" w:styleId="Caption">
    <w:name w:val="caption"/>
    <w:basedOn w:val="Normal"/>
    <w:next w:val="Normal"/>
    <w:qFormat/>
    <w:rsid w:val="000B1F03"/>
    <w:pPr>
      <w:contextualSpacing w:val="0"/>
      <w:jc w:val="center"/>
    </w:pPr>
    <w:rPr>
      <w:rFonts w:eastAsia="Calibri" w:cs="Times New Roman"/>
      <w:b/>
      <w:sz w:val="32"/>
      <w:lang w:val="en-US"/>
    </w:rPr>
  </w:style>
  <w:style w:type="paragraph" w:styleId="Title">
    <w:name w:val="Title"/>
    <w:basedOn w:val="Normal"/>
    <w:link w:val="TitleChar"/>
    <w:qFormat/>
    <w:rsid w:val="000B1F03"/>
    <w:pPr>
      <w:contextualSpacing w:val="0"/>
      <w:jc w:val="center"/>
    </w:pPr>
    <w:rPr>
      <w:rFonts w:eastAsia="Calibri" w:cs="Times New Roman"/>
      <w:sz w:val="32"/>
      <w:lang w:val="en-US"/>
    </w:rPr>
  </w:style>
  <w:style w:type="character" w:customStyle="1" w:styleId="TitleChar">
    <w:name w:val="Title Char"/>
    <w:basedOn w:val="DefaultParagraphFont"/>
    <w:link w:val="Title"/>
    <w:rsid w:val="000B1F03"/>
    <w:rPr>
      <w:rFonts w:ascii="Calibri" w:eastAsia="Calibri" w:hAnsi="Calibri" w:cs="Times New Roman"/>
      <w:sz w:val="32"/>
      <w:lang w:val="en-US"/>
    </w:rPr>
  </w:style>
  <w:style w:type="character" w:styleId="Strong">
    <w:name w:val="Strong"/>
    <w:qFormat/>
    <w:rsid w:val="000B1F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E0"/>
    <w:pPr>
      <w:spacing w:after="0" w:line="240" w:lineRule="auto"/>
      <w:contextualSpacing/>
    </w:pPr>
    <w:rPr>
      <w:rFonts w:ascii="Calibri" w:eastAsia="Times New Roman" w:hAnsi="Calibri" w:cs="Calibri"/>
    </w:rPr>
  </w:style>
  <w:style w:type="paragraph" w:styleId="Heading7">
    <w:name w:val="heading 7"/>
    <w:basedOn w:val="Normal"/>
    <w:next w:val="Normal"/>
    <w:link w:val="Heading7Char"/>
    <w:qFormat/>
    <w:rsid w:val="000B1F03"/>
    <w:pPr>
      <w:keepNext/>
      <w:ind w:right="-390"/>
      <w:contextualSpacing w:val="0"/>
      <w:jc w:val="center"/>
      <w:outlineLvl w:val="6"/>
    </w:pPr>
    <w:rPr>
      <w:rFonts w:eastAsia="Calibri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767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7E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BC8"/>
    <w:pPr>
      <w:ind w:left="720"/>
      <w:contextualSpacing w:val="0"/>
    </w:pPr>
    <w:rPr>
      <w:rFonts w:eastAsiaTheme="minorHAnsi" w:cs="Times New Roman"/>
    </w:rPr>
  </w:style>
  <w:style w:type="character" w:customStyle="1" w:styleId="Heading7Char">
    <w:name w:val="Heading 7 Char"/>
    <w:basedOn w:val="DefaultParagraphFont"/>
    <w:link w:val="Heading7"/>
    <w:rsid w:val="000B1F03"/>
    <w:rPr>
      <w:rFonts w:ascii="Calibri" w:eastAsia="Calibri" w:hAnsi="Calibri" w:cs="Times New Roman"/>
      <w:b/>
      <w:sz w:val="24"/>
    </w:rPr>
  </w:style>
  <w:style w:type="paragraph" w:styleId="Caption">
    <w:name w:val="caption"/>
    <w:basedOn w:val="Normal"/>
    <w:next w:val="Normal"/>
    <w:qFormat/>
    <w:rsid w:val="000B1F03"/>
    <w:pPr>
      <w:contextualSpacing w:val="0"/>
      <w:jc w:val="center"/>
    </w:pPr>
    <w:rPr>
      <w:rFonts w:eastAsia="Calibri" w:cs="Times New Roman"/>
      <w:b/>
      <w:sz w:val="32"/>
      <w:lang w:val="en-US"/>
    </w:rPr>
  </w:style>
  <w:style w:type="paragraph" w:styleId="Title">
    <w:name w:val="Title"/>
    <w:basedOn w:val="Normal"/>
    <w:link w:val="TitleChar"/>
    <w:qFormat/>
    <w:rsid w:val="000B1F03"/>
    <w:pPr>
      <w:contextualSpacing w:val="0"/>
      <w:jc w:val="center"/>
    </w:pPr>
    <w:rPr>
      <w:rFonts w:eastAsia="Calibri" w:cs="Times New Roman"/>
      <w:sz w:val="32"/>
      <w:lang w:val="en-US"/>
    </w:rPr>
  </w:style>
  <w:style w:type="character" w:customStyle="1" w:styleId="TitleChar">
    <w:name w:val="Title Char"/>
    <w:basedOn w:val="DefaultParagraphFont"/>
    <w:link w:val="Title"/>
    <w:rsid w:val="000B1F03"/>
    <w:rPr>
      <w:rFonts w:ascii="Calibri" w:eastAsia="Calibri" w:hAnsi="Calibri" w:cs="Times New Roman"/>
      <w:sz w:val="32"/>
      <w:lang w:val="en-US"/>
    </w:rPr>
  </w:style>
  <w:style w:type="character" w:styleId="Strong">
    <w:name w:val="Strong"/>
    <w:qFormat/>
    <w:rsid w:val="000B1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22A14.E855DF20" TargetMode="Externa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mailto:info@forrestps.act.edu.au" TargetMode="External"/><Relationship Id="rId17" Type="http://schemas.openxmlformats.org/officeDocument/2006/relationships/hyperlink" Target="mailto:info@forrestps.act.edu.a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rrestps.act.edu.a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www.forrestps.act.edu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forrestps.act.edu.au" TargetMode="External"/><Relationship Id="rId10" Type="http://schemas.openxmlformats.org/officeDocument/2006/relationships/hyperlink" Target="mailto:info@forrestps.act.edu.a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orrestps.act.edu.au" TargetMode="External"/><Relationship Id="rId14" Type="http://schemas.openxmlformats.org/officeDocument/2006/relationships/hyperlink" Target="http://www.forrestps.act.edu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ORP\Admin\Admin%202017\Front%20Office\Forrest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Forrest Letterhead</Template>
  <TotalTime>51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Mozqueira, Alicia</dc:creator>
  <cp:lastModifiedBy>James Traviss</cp:lastModifiedBy>
  <cp:revision>3</cp:revision>
  <cp:lastPrinted>2018-03-09T00:36:00Z</cp:lastPrinted>
  <dcterms:created xsi:type="dcterms:W3CDTF">2018-03-08T21:58:00Z</dcterms:created>
  <dcterms:modified xsi:type="dcterms:W3CDTF">2018-03-09T01:22:00Z</dcterms:modified>
</cp:coreProperties>
</file>